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014" w:rsidRDefault="00C93014" w:rsidP="00D72332">
      <w:pPr>
        <w:spacing w:after="0" w:line="240" w:lineRule="auto"/>
        <w:ind w:firstLine="0"/>
        <w:jc w:val="center"/>
        <w:rPr>
          <w:rFonts w:ascii="Times New Roman" w:hAnsi="Times New Roman"/>
          <w:sz w:val="28"/>
          <w:szCs w:val="28"/>
        </w:rPr>
      </w:pPr>
      <w:r w:rsidRPr="00D72332">
        <w:rPr>
          <w:rFonts w:ascii="Times New Roman" w:hAnsi="Times New Roman"/>
          <w:sz w:val="28"/>
          <w:szCs w:val="28"/>
        </w:rPr>
        <w:t xml:space="preserve">Муниципальное бюджетное общеобразовательное учреждение </w:t>
      </w:r>
    </w:p>
    <w:p w:rsidR="00C93014" w:rsidRPr="00D72332" w:rsidRDefault="00C93014" w:rsidP="00D72332">
      <w:pPr>
        <w:spacing w:after="0" w:line="240" w:lineRule="auto"/>
        <w:ind w:firstLine="0"/>
        <w:jc w:val="center"/>
        <w:rPr>
          <w:rFonts w:ascii="Times New Roman" w:hAnsi="Times New Roman"/>
          <w:sz w:val="28"/>
          <w:szCs w:val="28"/>
        </w:rPr>
      </w:pPr>
      <w:r w:rsidRPr="00D72332">
        <w:rPr>
          <w:rFonts w:ascii="Times New Roman" w:hAnsi="Times New Roman"/>
          <w:sz w:val="28"/>
          <w:szCs w:val="28"/>
        </w:rPr>
        <w:t xml:space="preserve">«Гимназия №4 с татарским языком обучения» </w:t>
      </w:r>
    </w:p>
    <w:p w:rsidR="00C93014" w:rsidRDefault="00C93014" w:rsidP="00D72332">
      <w:pPr>
        <w:spacing w:after="0" w:line="240" w:lineRule="auto"/>
        <w:ind w:firstLine="0"/>
        <w:jc w:val="center"/>
        <w:rPr>
          <w:rFonts w:ascii="Times New Roman" w:hAnsi="Times New Roman"/>
          <w:sz w:val="28"/>
          <w:szCs w:val="28"/>
        </w:rPr>
      </w:pPr>
      <w:r w:rsidRPr="00D72332">
        <w:rPr>
          <w:rFonts w:ascii="Times New Roman" w:hAnsi="Times New Roman"/>
          <w:sz w:val="28"/>
          <w:szCs w:val="28"/>
        </w:rPr>
        <w:t>Кировского района г. Казани</w:t>
      </w:r>
    </w:p>
    <w:p w:rsidR="00C93014" w:rsidRDefault="00C93014" w:rsidP="00D72332">
      <w:pPr>
        <w:spacing w:after="0" w:line="240" w:lineRule="auto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C93014" w:rsidRDefault="00C93014" w:rsidP="00D72332">
      <w:pPr>
        <w:spacing w:after="0" w:line="240" w:lineRule="auto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C93014" w:rsidRDefault="00C93014" w:rsidP="00D72332">
      <w:pPr>
        <w:spacing w:after="0" w:line="240" w:lineRule="auto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C93014" w:rsidRDefault="00C93014" w:rsidP="00D72332">
      <w:pPr>
        <w:spacing w:after="0" w:line="240" w:lineRule="auto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C93014" w:rsidRDefault="00C93014" w:rsidP="00D72332">
      <w:pPr>
        <w:spacing w:after="0" w:line="240" w:lineRule="auto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C93014" w:rsidRDefault="00C93014" w:rsidP="00D72332">
      <w:pPr>
        <w:spacing w:after="0" w:line="240" w:lineRule="auto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C93014" w:rsidRDefault="00C93014" w:rsidP="00D72332">
      <w:pPr>
        <w:spacing w:after="0" w:line="240" w:lineRule="auto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C93014" w:rsidRDefault="00C93014" w:rsidP="00D72332">
      <w:pPr>
        <w:spacing w:after="0" w:line="240" w:lineRule="auto"/>
        <w:ind w:firstLine="0"/>
        <w:jc w:val="center"/>
        <w:rPr>
          <w:rFonts w:ascii="Times New Roman" w:hAnsi="Times New Roman"/>
          <w:sz w:val="28"/>
          <w:szCs w:val="28"/>
          <w:lang w:val="tt-RU"/>
        </w:rPr>
      </w:pPr>
    </w:p>
    <w:p w:rsidR="00C93014" w:rsidRDefault="00C93014" w:rsidP="00D72332">
      <w:pPr>
        <w:spacing w:after="0" w:line="240" w:lineRule="auto"/>
        <w:ind w:firstLine="0"/>
        <w:jc w:val="center"/>
        <w:rPr>
          <w:rFonts w:ascii="Times New Roman" w:hAnsi="Times New Roman"/>
          <w:sz w:val="28"/>
          <w:szCs w:val="28"/>
          <w:lang w:val="tt-RU"/>
        </w:rPr>
      </w:pPr>
    </w:p>
    <w:p w:rsidR="00C93014" w:rsidRDefault="00C93014" w:rsidP="00D72332">
      <w:pPr>
        <w:spacing w:after="0" w:line="240" w:lineRule="auto"/>
        <w:ind w:firstLine="0"/>
        <w:jc w:val="center"/>
        <w:rPr>
          <w:rFonts w:ascii="Times New Roman" w:hAnsi="Times New Roman"/>
          <w:sz w:val="28"/>
          <w:szCs w:val="28"/>
          <w:lang w:val="tt-RU"/>
        </w:rPr>
      </w:pPr>
    </w:p>
    <w:p w:rsidR="00C93014" w:rsidRDefault="00C93014" w:rsidP="00D72332">
      <w:pPr>
        <w:spacing w:after="0" w:line="240" w:lineRule="auto"/>
        <w:ind w:firstLine="0"/>
        <w:jc w:val="center"/>
        <w:rPr>
          <w:rFonts w:ascii="Times New Roman" w:hAnsi="Times New Roman"/>
          <w:sz w:val="28"/>
          <w:szCs w:val="28"/>
          <w:lang w:val="tt-RU"/>
        </w:rPr>
      </w:pPr>
    </w:p>
    <w:p w:rsidR="00C93014" w:rsidRDefault="00C93014" w:rsidP="00D72332">
      <w:pPr>
        <w:spacing w:after="0" w:line="240" w:lineRule="auto"/>
        <w:ind w:firstLine="0"/>
        <w:jc w:val="center"/>
        <w:rPr>
          <w:rFonts w:ascii="Times New Roman" w:hAnsi="Times New Roman"/>
          <w:sz w:val="28"/>
          <w:szCs w:val="28"/>
          <w:lang w:val="tt-RU"/>
        </w:rPr>
      </w:pPr>
    </w:p>
    <w:p w:rsidR="00C93014" w:rsidRDefault="00C93014" w:rsidP="00D72332">
      <w:pPr>
        <w:spacing w:after="0" w:line="240" w:lineRule="auto"/>
        <w:ind w:firstLine="0"/>
        <w:jc w:val="center"/>
        <w:rPr>
          <w:rFonts w:ascii="Times New Roman" w:hAnsi="Times New Roman"/>
          <w:sz w:val="28"/>
          <w:szCs w:val="28"/>
          <w:lang w:val="tt-RU"/>
        </w:rPr>
      </w:pPr>
    </w:p>
    <w:p w:rsidR="00C93014" w:rsidRPr="00D72332" w:rsidRDefault="00C93014" w:rsidP="00D72332">
      <w:pPr>
        <w:spacing w:after="0" w:line="240" w:lineRule="auto"/>
        <w:ind w:firstLine="0"/>
        <w:jc w:val="center"/>
        <w:rPr>
          <w:rFonts w:ascii="Times New Roman" w:hAnsi="Times New Roman"/>
          <w:sz w:val="28"/>
          <w:szCs w:val="28"/>
          <w:lang w:val="tt-RU"/>
        </w:rPr>
      </w:pPr>
    </w:p>
    <w:p w:rsidR="00C93014" w:rsidRPr="00D72332" w:rsidRDefault="00C93014" w:rsidP="00D72332">
      <w:pPr>
        <w:spacing w:after="0" w:line="240" w:lineRule="auto"/>
        <w:ind w:firstLine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C93014" w:rsidRPr="00D72332" w:rsidRDefault="00C93014" w:rsidP="0001151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72"/>
          <w:szCs w:val="72"/>
          <w:lang w:val="tt-RU" w:eastAsia="ru-RU"/>
        </w:rPr>
      </w:pPr>
      <w:r w:rsidRPr="00D72332">
        <w:rPr>
          <w:rFonts w:ascii="Times New Roman" w:hAnsi="Times New Roman"/>
          <w:b/>
          <w:bCs/>
          <w:color w:val="000000"/>
          <w:sz w:val="72"/>
          <w:szCs w:val="72"/>
          <w:lang w:eastAsia="ru-RU"/>
        </w:rPr>
        <w:t>План работы детского объединения «</w:t>
      </w:r>
      <w:r>
        <w:rPr>
          <w:rFonts w:ascii="Times New Roman" w:hAnsi="Times New Roman"/>
          <w:b/>
          <w:sz w:val="72"/>
          <w:szCs w:val="72"/>
          <w:lang w:val="tt-RU"/>
        </w:rPr>
        <w:t>Җ</w:t>
      </w:r>
      <w:r w:rsidRPr="00D72332">
        <w:rPr>
          <w:rFonts w:ascii="Times New Roman" w:hAnsi="Times New Roman"/>
          <w:b/>
          <w:sz w:val="72"/>
          <w:szCs w:val="72"/>
        </w:rPr>
        <w:t>илк</w:t>
      </w:r>
      <w:r w:rsidRPr="00D72332">
        <w:rPr>
          <w:rFonts w:ascii="Times New Roman" w:hAnsi="Times New Roman"/>
          <w:b/>
          <w:sz w:val="72"/>
          <w:szCs w:val="72"/>
          <w:lang w:val="tt-RU"/>
        </w:rPr>
        <w:t>әннәр</w:t>
      </w:r>
      <w:r w:rsidRPr="00D72332">
        <w:rPr>
          <w:rFonts w:ascii="Times New Roman" w:hAnsi="Times New Roman"/>
          <w:b/>
          <w:bCs/>
          <w:color w:val="000000"/>
          <w:sz w:val="72"/>
          <w:szCs w:val="72"/>
          <w:lang w:eastAsia="ru-RU"/>
        </w:rPr>
        <w:t>»</w:t>
      </w:r>
      <w:r>
        <w:rPr>
          <w:rFonts w:ascii="Times New Roman" w:hAnsi="Times New Roman"/>
          <w:b/>
          <w:bCs/>
          <w:color w:val="000000"/>
          <w:sz w:val="72"/>
          <w:szCs w:val="72"/>
          <w:lang w:eastAsia="ru-RU"/>
        </w:rPr>
        <w:t xml:space="preserve"> на 2016-2017 учебный год</w:t>
      </w:r>
    </w:p>
    <w:p w:rsidR="00C93014" w:rsidRDefault="00C93014" w:rsidP="0001151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</w:pPr>
    </w:p>
    <w:p w:rsidR="00C93014" w:rsidRDefault="00C93014" w:rsidP="0001151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</w:pPr>
    </w:p>
    <w:p w:rsidR="00C93014" w:rsidRDefault="00C93014" w:rsidP="0001151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</w:pPr>
    </w:p>
    <w:p w:rsidR="00C93014" w:rsidRDefault="00C93014" w:rsidP="0001151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</w:pPr>
    </w:p>
    <w:p w:rsidR="00C93014" w:rsidRDefault="00C93014" w:rsidP="0001151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</w:pPr>
    </w:p>
    <w:p w:rsidR="00C93014" w:rsidRDefault="00C93014" w:rsidP="0001151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</w:pPr>
    </w:p>
    <w:p w:rsidR="00C93014" w:rsidRDefault="00C93014" w:rsidP="0001151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</w:pPr>
    </w:p>
    <w:p w:rsidR="00C93014" w:rsidRDefault="00C93014" w:rsidP="0001151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</w:pPr>
    </w:p>
    <w:p w:rsidR="00C93014" w:rsidRDefault="00C93014" w:rsidP="0001151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</w:pPr>
    </w:p>
    <w:p w:rsidR="00C93014" w:rsidRDefault="00C93014" w:rsidP="0001151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</w:pPr>
    </w:p>
    <w:p w:rsidR="00C93014" w:rsidRDefault="00C93014" w:rsidP="0001151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</w:pPr>
    </w:p>
    <w:p w:rsidR="00C93014" w:rsidRDefault="00C93014" w:rsidP="0001151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</w:pPr>
    </w:p>
    <w:p w:rsidR="00C93014" w:rsidRDefault="00C93014" w:rsidP="0001151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</w:pPr>
    </w:p>
    <w:p w:rsidR="00C93014" w:rsidRDefault="00C93014" w:rsidP="0001151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</w:pPr>
    </w:p>
    <w:p w:rsidR="00C93014" w:rsidRDefault="00C93014" w:rsidP="0001151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</w:pPr>
    </w:p>
    <w:p w:rsidR="00C93014" w:rsidRDefault="00C93014" w:rsidP="0001151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</w:pPr>
    </w:p>
    <w:p w:rsidR="00C93014" w:rsidRDefault="00C93014" w:rsidP="0001151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</w:pPr>
    </w:p>
    <w:p w:rsidR="00C93014" w:rsidRDefault="00C93014" w:rsidP="0001151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</w:pPr>
    </w:p>
    <w:p w:rsidR="00C93014" w:rsidRDefault="00C93014" w:rsidP="0001151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</w:pPr>
    </w:p>
    <w:p w:rsidR="00C93014" w:rsidRDefault="00C93014" w:rsidP="0001151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</w:pPr>
    </w:p>
    <w:p w:rsidR="00C93014" w:rsidRDefault="00C93014" w:rsidP="0001151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</w:pPr>
    </w:p>
    <w:p w:rsidR="00C93014" w:rsidRDefault="00C93014" w:rsidP="0001151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</w:pPr>
    </w:p>
    <w:p w:rsidR="00C93014" w:rsidRDefault="00C93014" w:rsidP="0001151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</w:pPr>
    </w:p>
    <w:p w:rsidR="00C93014" w:rsidRDefault="00C93014" w:rsidP="0001151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0"/>
          <w:szCs w:val="20"/>
          <w:lang w:val="tt-RU" w:eastAsia="ru-RU"/>
        </w:rPr>
      </w:pPr>
    </w:p>
    <w:p w:rsidR="00C93014" w:rsidRDefault="00C93014" w:rsidP="0001151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0"/>
          <w:szCs w:val="20"/>
          <w:lang w:val="tt-RU" w:eastAsia="ru-RU"/>
        </w:rPr>
      </w:pPr>
    </w:p>
    <w:p w:rsidR="00C93014" w:rsidRPr="00D72332" w:rsidRDefault="00C93014" w:rsidP="00A16666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val="tt-RU" w:eastAsia="ru-RU"/>
        </w:rPr>
        <w:t xml:space="preserve">                                         </w:t>
      </w:r>
      <w:r w:rsidRPr="00D72332">
        <w:rPr>
          <w:rFonts w:ascii="Times New Roman" w:hAnsi="Times New Roman"/>
          <w:bCs/>
          <w:color w:val="000000"/>
          <w:sz w:val="28"/>
          <w:szCs w:val="28"/>
          <w:lang w:val="tt-RU" w:eastAsia="ru-RU"/>
        </w:rPr>
        <w:t>Казан</w:t>
      </w:r>
      <w:r w:rsidRPr="00D72332">
        <w:rPr>
          <w:rFonts w:ascii="Times New Roman" w:hAnsi="Times New Roman"/>
          <w:bCs/>
          <w:color w:val="000000"/>
          <w:sz w:val="28"/>
          <w:szCs w:val="28"/>
          <w:lang w:eastAsia="ru-RU"/>
        </w:rPr>
        <w:t>ь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- 2016</w:t>
      </w:r>
    </w:p>
    <w:p w:rsidR="00C93014" w:rsidRDefault="00C93014" w:rsidP="0001151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  <w:lang w:eastAsia="ru-RU"/>
        </w:rPr>
      </w:pPr>
      <w:r w:rsidRPr="00D72332">
        <w:rPr>
          <w:rFonts w:ascii="Times New Roman" w:hAnsi="Times New Roman"/>
          <w:b/>
          <w:bCs/>
          <w:color w:val="000000"/>
          <w:sz w:val="32"/>
          <w:szCs w:val="32"/>
          <w:lang w:eastAsia="ru-RU"/>
        </w:rPr>
        <w:t xml:space="preserve">План деятельности </w:t>
      </w:r>
      <w:r w:rsidRPr="00D72332">
        <w:rPr>
          <w:rFonts w:ascii="Times New Roman" w:hAnsi="Times New Roman"/>
          <w:b/>
          <w:bCs/>
          <w:color w:val="000000"/>
          <w:sz w:val="32"/>
          <w:szCs w:val="32"/>
          <w:lang w:eastAsia="ru-RU"/>
        </w:rPr>
        <w:br/>
        <w:t>Детской организации «</w:t>
      </w:r>
      <w:r w:rsidRPr="00D72332">
        <w:rPr>
          <w:rFonts w:ascii="Times New Roman" w:hAnsi="Times New Roman"/>
          <w:b/>
          <w:sz w:val="32"/>
          <w:szCs w:val="32"/>
          <w:lang w:val="tt-RU"/>
        </w:rPr>
        <w:t>Җ</w:t>
      </w:r>
      <w:r w:rsidRPr="00D72332">
        <w:rPr>
          <w:rFonts w:ascii="Times New Roman" w:hAnsi="Times New Roman"/>
          <w:b/>
          <w:sz w:val="32"/>
          <w:szCs w:val="32"/>
        </w:rPr>
        <w:t>илк</w:t>
      </w:r>
      <w:r w:rsidRPr="00D72332">
        <w:rPr>
          <w:rFonts w:ascii="Times New Roman" w:hAnsi="Times New Roman"/>
          <w:b/>
          <w:sz w:val="32"/>
          <w:szCs w:val="32"/>
          <w:lang w:val="tt-RU"/>
        </w:rPr>
        <w:t>әннәр</w:t>
      </w:r>
      <w:r>
        <w:rPr>
          <w:rFonts w:ascii="Times New Roman" w:hAnsi="Times New Roman"/>
          <w:b/>
          <w:bCs/>
          <w:color w:val="000000"/>
          <w:sz w:val="32"/>
          <w:szCs w:val="32"/>
          <w:lang w:eastAsia="ru-RU"/>
        </w:rPr>
        <w:t>»</w:t>
      </w:r>
      <w:r>
        <w:rPr>
          <w:rFonts w:ascii="Times New Roman" w:hAnsi="Times New Roman"/>
          <w:b/>
          <w:bCs/>
          <w:color w:val="000000"/>
          <w:sz w:val="32"/>
          <w:szCs w:val="32"/>
          <w:lang w:eastAsia="ru-RU"/>
        </w:rPr>
        <w:br/>
        <w:t>на 2016-2017</w:t>
      </w:r>
      <w:r w:rsidRPr="00D72332">
        <w:rPr>
          <w:rFonts w:ascii="Times New Roman" w:hAnsi="Times New Roman"/>
          <w:b/>
          <w:bCs/>
          <w:color w:val="000000"/>
          <w:sz w:val="32"/>
          <w:szCs w:val="32"/>
          <w:lang w:eastAsia="ru-RU"/>
        </w:rPr>
        <w:t xml:space="preserve"> учебный год</w:t>
      </w:r>
    </w:p>
    <w:p w:rsidR="00C93014" w:rsidRPr="00D72332" w:rsidRDefault="00C93014" w:rsidP="0001151E">
      <w:pPr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  <w:lang w:eastAsia="ru-RU"/>
        </w:rPr>
      </w:pPr>
    </w:p>
    <w:tbl>
      <w:tblPr>
        <w:tblW w:w="11218" w:type="dxa"/>
        <w:tblInd w:w="-1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61"/>
        <w:gridCol w:w="7657"/>
        <w:gridCol w:w="2700"/>
      </w:tblGrid>
      <w:tr w:rsidR="00C93014" w:rsidTr="009A0525">
        <w:tc>
          <w:tcPr>
            <w:tcW w:w="861" w:type="dxa"/>
          </w:tcPr>
          <w:p w:rsidR="00C93014" w:rsidRPr="00336819" w:rsidRDefault="00C93014" w:rsidP="00336819">
            <w:pPr>
              <w:spacing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32"/>
                <w:szCs w:val="32"/>
                <w:lang w:eastAsia="ru-RU"/>
              </w:rPr>
            </w:pPr>
            <w:r w:rsidRPr="00336819">
              <w:rPr>
                <w:rFonts w:ascii="Times New Roman" w:hAnsi="Times New Roman"/>
                <w:color w:val="000000"/>
                <w:sz w:val="32"/>
                <w:szCs w:val="32"/>
                <w:lang w:eastAsia="ru-RU"/>
              </w:rPr>
              <w:t>№</w:t>
            </w:r>
          </w:p>
          <w:p w:rsidR="00C93014" w:rsidRPr="00336819" w:rsidRDefault="00C93014" w:rsidP="00336819">
            <w:pPr>
              <w:spacing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32"/>
                <w:szCs w:val="32"/>
                <w:lang w:eastAsia="ru-RU"/>
              </w:rPr>
            </w:pPr>
            <w:r w:rsidRPr="00336819">
              <w:rPr>
                <w:rFonts w:ascii="Times New Roman" w:hAnsi="Times New Roman"/>
                <w:color w:val="000000"/>
                <w:sz w:val="32"/>
                <w:szCs w:val="32"/>
                <w:lang w:eastAsia="ru-RU"/>
              </w:rPr>
              <w:t>п/п</w:t>
            </w:r>
          </w:p>
        </w:tc>
        <w:tc>
          <w:tcPr>
            <w:tcW w:w="7657" w:type="dxa"/>
          </w:tcPr>
          <w:p w:rsidR="00C93014" w:rsidRPr="00336819" w:rsidRDefault="00C93014" w:rsidP="00336819">
            <w:pPr>
              <w:spacing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32"/>
                <w:szCs w:val="32"/>
                <w:lang w:eastAsia="ru-RU"/>
              </w:rPr>
            </w:pPr>
            <w:r w:rsidRPr="00336819">
              <w:rPr>
                <w:rFonts w:ascii="Times New Roman" w:hAnsi="Times New Roman"/>
                <w:color w:val="000000"/>
                <w:sz w:val="32"/>
                <w:szCs w:val="32"/>
                <w:lang w:eastAsia="ru-RU"/>
              </w:rPr>
              <w:t xml:space="preserve">Мероприятия </w:t>
            </w:r>
          </w:p>
        </w:tc>
        <w:tc>
          <w:tcPr>
            <w:tcW w:w="2700" w:type="dxa"/>
          </w:tcPr>
          <w:p w:rsidR="00C93014" w:rsidRPr="00336819" w:rsidRDefault="00C93014" w:rsidP="009A0525">
            <w:pPr>
              <w:spacing w:after="0" w:line="240" w:lineRule="auto"/>
              <w:ind w:left="-108" w:firstLine="0"/>
              <w:jc w:val="center"/>
              <w:rPr>
                <w:rFonts w:ascii="Times New Roman" w:hAnsi="Times New Roman"/>
                <w:color w:val="000000"/>
                <w:sz w:val="32"/>
                <w:szCs w:val="32"/>
                <w:lang w:eastAsia="ru-RU"/>
              </w:rPr>
            </w:pPr>
            <w:r w:rsidRPr="00336819">
              <w:rPr>
                <w:rFonts w:ascii="Times New Roman" w:hAnsi="Times New Roman"/>
                <w:color w:val="000000"/>
                <w:sz w:val="32"/>
                <w:szCs w:val="32"/>
                <w:lang w:eastAsia="ru-RU"/>
              </w:rPr>
              <w:t>Сроки выполнения</w:t>
            </w:r>
          </w:p>
        </w:tc>
      </w:tr>
      <w:tr w:rsidR="00C93014" w:rsidTr="009A0525">
        <w:tc>
          <w:tcPr>
            <w:tcW w:w="861" w:type="dxa"/>
          </w:tcPr>
          <w:p w:rsidR="00C93014" w:rsidRPr="00336819" w:rsidRDefault="00C93014" w:rsidP="0033681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7657" w:type="dxa"/>
          </w:tcPr>
          <w:p w:rsidR="00C93014" w:rsidRPr="00336819" w:rsidRDefault="00C93014" w:rsidP="0033681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207" w:firstLine="0"/>
              <w:jc w:val="left"/>
              <w:rPr>
                <w:rFonts w:ascii="Times New Roman" w:hAnsi="Times New Roman"/>
                <w:color w:val="000000"/>
                <w:sz w:val="32"/>
                <w:szCs w:val="32"/>
                <w:lang w:eastAsia="ru-RU"/>
              </w:rPr>
            </w:pPr>
            <w:r w:rsidRPr="00336819">
              <w:rPr>
                <w:rFonts w:ascii="Times New Roman" w:hAnsi="Times New Roman"/>
                <w:color w:val="000000"/>
                <w:sz w:val="32"/>
                <w:szCs w:val="32"/>
                <w:lang w:eastAsia="ru-RU"/>
              </w:rPr>
              <w:t xml:space="preserve">Формирование ученического самоуправления </w:t>
            </w:r>
          </w:p>
          <w:p w:rsidR="00C93014" w:rsidRPr="00336819" w:rsidRDefault="00C93014" w:rsidP="0033681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207" w:firstLine="0"/>
              <w:jc w:val="left"/>
              <w:rPr>
                <w:rFonts w:ascii="Times New Roman" w:hAnsi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32"/>
                <w:szCs w:val="32"/>
                <w:lang w:eastAsia="ru-RU"/>
              </w:rPr>
              <w:t>Выборы Президента гимназии</w:t>
            </w:r>
          </w:p>
          <w:p w:rsidR="00C93014" w:rsidRPr="00336819" w:rsidRDefault="00C93014" w:rsidP="0033681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207" w:firstLine="0"/>
              <w:jc w:val="left"/>
              <w:rPr>
                <w:rFonts w:ascii="Times New Roman" w:hAnsi="Times New Roman"/>
                <w:color w:val="000000"/>
                <w:sz w:val="32"/>
                <w:szCs w:val="32"/>
                <w:lang w:eastAsia="ru-RU"/>
              </w:rPr>
            </w:pPr>
            <w:r w:rsidRPr="00336819">
              <w:rPr>
                <w:rFonts w:ascii="Times New Roman" w:hAnsi="Times New Roman"/>
                <w:color w:val="000000"/>
                <w:sz w:val="32"/>
                <w:szCs w:val="32"/>
                <w:lang w:eastAsia="ru-RU"/>
              </w:rPr>
              <w:t>Организация предвыборной кампании обучающихся, баллотирующихся на должность Президента</w:t>
            </w:r>
          </w:p>
          <w:p w:rsidR="00C93014" w:rsidRPr="00336819" w:rsidRDefault="00C93014" w:rsidP="0033681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207" w:firstLine="0"/>
              <w:jc w:val="left"/>
              <w:rPr>
                <w:rFonts w:ascii="Times New Roman" w:hAnsi="Times New Roman"/>
                <w:color w:val="000000"/>
                <w:sz w:val="32"/>
                <w:szCs w:val="32"/>
                <w:lang w:eastAsia="ru-RU"/>
              </w:rPr>
            </w:pPr>
            <w:r w:rsidRPr="00336819">
              <w:rPr>
                <w:rFonts w:ascii="Times New Roman" w:hAnsi="Times New Roman"/>
                <w:color w:val="000000"/>
                <w:sz w:val="32"/>
                <w:szCs w:val="32"/>
                <w:lang w:eastAsia="ru-RU"/>
              </w:rPr>
              <w:t>Проведение выборов Президента.</w:t>
            </w:r>
          </w:p>
          <w:p w:rsidR="00C93014" w:rsidRPr="00336819" w:rsidRDefault="00C93014" w:rsidP="0033681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207" w:firstLine="0"/>
              <w:jc w:val="left"/>
              <w:rPr>
                <w:rFonts w:ascii="Times New Roman" w:hAnsi="Times New Roman"/>
                <w:color w:val="000000"/>
                <w:sz w:val="32"/>
                <w:szCs w:val="32"/>
                <w:lang w:eastAsia="ru-RU"/>
              </w:rPr>
            </w:pPr>
            <w:r w:rsidRPr="00336819">
              <w:rPr>
                <w:rFonts w:ascii="Times New Roman" w:hAnsi="Times New Roman"/>
                <w:color w:val="000000"/>
                <w:sz w:val="32"/>
                <w:szCs w:val="32"/>
                <w:lang w:eastAsia="ru-RU"/>
              </w:rPr>
              <w:t>Созыв ученического самоуправления, составление рабочего плана на год</w:t>
            </w:r>
          </w:p>
          <w:p w:rsidR="00C93014" w:rsidRPr="00336819" w:rsidRDefault="00C93014" w:rsidP="0033681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49" w:firstLine="11"/>
              <w:jc w:val="left"/>
              <w:rPr>
                <w:rFonts w:ascii="Times New Roman" w:hAnsi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32"/>
                <w:szCs w:val="32"/>
                <w:lang w:eastAsia="ru-RU"/>
              </w:rPr>
              <w:t>Организация дежурств по гимназии</w:t>
            </w:r>
            <w:r w:rsidRPr="00336819">
              <w:rPr>
                <w:rFonts w:ascii="Times New Roman" w:hAnsi="Times New Roman"/>
                <w:color w:val="000000"/>
                <w:sz w:val="32"/>
                <w:szCs w:val="32"/>
                <w:lang w:eastAsia="ru-RU"/>
              </w:rPr>
              <w:t>, осмотр внешнего вида учащихся</w:t>
            </w:r>
          </w:p>
          <w:p w:rsidR="00C93014" w:rsidRPr="00336819" w:rsidRDefault="00C93014" w:rsidP="0033681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49" w:firstLine="11"/>
              <w:jc w:val="left"/>
              <w:rPr>
                <w:rFonts w:ascii="Times New Roman" w:hAnsi="Times New Roman"/>
                <w:color w:val="000000"/>
                <w:sz w:val="32"/>
                <w:szCs w:val="32"/>
                <w:lang w:eastAsia="ru-RU"/>
              </w:rPr>
            </w:pPr>
            <w:r w:rsidRPr="00336819">
              <w:rPr>
                <w:rFonts w:ascii="Times New Roman" w:hAnsi="Times New Roman"/>
                <w:color w:val="000000"/>
                <w:sz w:val="32"/>
                <w:szCs w:val="32"/>
                <w:lang w:eastAsia="ru-RU"/>
              </w:rPr>
              <w:t>Проверка дневников</w:t>
            </w:r>
          </w:p>
          <w:p w:rsidR="00C93014" w:rsidRPr="00336819" w:rsidRDefault="00C93014" w:rsidP="0033681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49" w:firstLine="11"/>
              <w:jc w:val="left"/>
              <w:rPr>
                <w:rFonts w:ascii="Times New Roman" w:hAnsi="Times New Roman"/>
                <w:color w:val="000000"/>
                <w:sz w:val="32"/>
                <w:szCs w:val="32"/>
                <w:lang w:eastAsia="ru-RU"/>
              </w:rPr>
            </w:pPr>
            <w:r w:rsidRPr="00336819">
              <w:rPr>
                <w:rFonts w:ascii="Times New Roman" w:hAnsi="Times New Roman"/>
                <w:color w:val="000000"/>
                <w:sz w:val="32"/>
                <w:szCs w:val="32"/>
                <w:lang w:eastAsia="ru-RU"/>
              </w:rPr>
              <w:t>Подготовка ученического самоуправления ко Дню Учителя</w:t>
            </w:r>
          </w:p>
          <w:p w:rsidR="00C93014" w:rsidRPr="00336819" w:rsidRDefault="00C93014" w:rsidP="0033681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49" w:firstLine="11"/>
              <w:jc w:val="left"/>
              <w:rPr>
                <w:rFonts w:ascii="Times New Roman" w:hAnsi="Times New Roman"/>
                <w:color w:val="000000"/>
                <w:sz w:val="32"/>
                <w:szCs w:val="32"/>
                <w:lang w:eastAsia="ru-RU"/>
              </w:rPr>
            </w:pPr>
            <w:r w:rsidRPr="00336819">
              <w:rPr>
                <w:rFonts w:ascii="Times New Roman" w:hAnsi="Times New Roman"/>
                <w:color w:val="000000"/>
                <w:sz w:val="32"/>
                <w:szCs w:val="32"/>
                <w:lang w:eastAsia="ru-RU"/>
              </w:rPr>
              <w:t>Подготовка ко Дню Здоровья</w:t>
            </w:r>
          </w:p>
        </w:tc>
        <w:tc>
          <w:tcPr>
            <w:tcW w:w="2700" w:type="dxa"/>
          </w:tcPr>
          <w:p w:rsidR="00C93014" w:rsidRPr="00336819" w:rsidRDefault="00C93014" w:rsidP="00336819">
            <w:pPr>
              <w:spacing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32"/>
                <w:szCs w:val="32"/>
                <w:lang w:eastAsia="ru-RU"/>
              </w:rPr>
            </w:pPr>
          </w:p>
          <w:p w:rsidR="00C93014" w:rsidRPr="00336819" w:rsidRDefault="00C93014" w:rsidP="00336819">
            <w:pPr>
              <w:spacing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32"/>
                <w:szCs w:val="32"/>
                <w:lang w:eastAsia="ru-RU"/>
              </w:rPr>
            </w:pPr>
          </w:p>
          <w:p w:rsidR="00C93014" w:rsidRPr="00336819" w:rsidRDefault="00C93014" w:rsidP="00336819">
            <w:pPr>
              <w:spacing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32"/>
                <w:szCs w:val="32"/>
                <w:lang w:eastAsia="ru-RU"/>
              </w:rPr>
            </w:pPr>
          </w:p>
          <w:p w:rsidR="00C93014" w:rsidRPr="00336819" w:rsidRDefault="00C93014" w:rsidP="00336819">
            <w:pPr>
              <w:spacing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32"/>
                <w:szCs w:val="32"/>
                <w:lang w:eastAsia="ru-RU"/>
              </w:rPr>
            </w:pPr>
          </w:p>
          <w:p w:rsidR="00C93014" w:rsidRPr="00336819" w:rsidRDefault="00C93014" w:rsidP="00336819">
            <w:pPr>
              <w:spacing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32"/>
                <w:szCs w:val="32"/>
                <w:lang w:eastAsia="ru-RU"/>
              </w:rPr>
            </w:pPr>
          </w:p>
          <w:p w:rsidR="00C93014" w:rsidRPr="00336819" w:rsidRDefault="00C93014" w:rsidP="00336819">
            <w:pPr>
              <w:spacing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52"/>
                <w:szCs w:val="52"/>
                <w:lang w:eastAsia="ru-RU"/>
              </w:rPr>
            </w:pPr>
            <w:r w:rsidRPr="00336819">
              <w:rPr>
                <w:rFonts w:ascii="Times New Roman" w:hAnsi="Times New Roman"/>
                <w:color w:val="000000"/>
                <w:sz w:val="52"/>
                <w:szCs w:val="52"/>
                <w:lang w:eastAsia="ru-RU"/>
              </w:rPr>
              <w:t xml:space="preserve">Сентябрь </w:t>
            </w:r>
          </w:p>
        </w:tc>
      </w:tr>
      <w:tr w:rsidR="00C93014" w:rsidTr="009A0525">
        <w:tc>
          <w:tcPr>
            <w:tcW w:w="861" w:type="dxa"/>
          </w:tcPr>
          <w:p w:rsidR="00C93014" w:rsidRPr="00336819" w:rsidRDefault="00C93014" w:rsidP="0033681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7657" w:type="dxa"/>
          </w:tcPr>
          <w:p w:rsidR="00C93014" w:rsidRPr="00336819" w:rsidRDefault="00C93014" w:rsidP="0033681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32"/>
                <w:szCs w:val="32"/>
                <w:lang w:eastAsia="ru-RU"/>
              </w:rPr>
            </w:pPr>
            <w:r w:rsidRPr="00336819">
              <w:rPr>
                <w:rFonts w:ascii="Times New Roman" w:hAnsi="Times New Roman"/>
                <w:color w:val="000000"/>
                <w:sz w:val="32"/>
                <w:szCs w:val="32"/>
                <w:lang w:eastAsia="ru-RU"/>
              </w:rPr>
              <w:t>Проведение Дня Пожилых Людей</w:t>
            </w:r>
          </w:p>
          <w:p w:rsidR="00C93014" w:rsidRPr="00336819" w:rsidRDefault="00C93014" w:rsidP="0033681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32"/>
                <w:szCs w:val="32"/>
                <w:lang w:eastAsia="ru-RU"/>
              </w:rPr>
            </w:pPr>
            <w:r w:rsidRPr="00336819">
              <w:rPr>
                <w:rFonts w:ascii="Times New Roman" w:hAnsi="Times New Roman"/>
                <w:color w:val="000000"/>
                <w:sz w:val="32"/>
                <w:szCs w:val="32"/>
                <w:lang w:eastAsia="ru-RU"/>
              </w:rPr>
              <w:t>Конкурс рисунков ко Дню Пожилых Людей</w:t>
            </w:r>
          </w:p>
          <w:p w:rsidR="00C93014" w:rsidRPr="00336819" w:rsidRDefault="00C93014" w:rsidP="0033681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32"/>
                <w:szCs w:val="32"/>
                <w:lang w:eastAsia="ru-RU"/>
              </w:rPr>
            </w:pPr>
            <w:r w:rsidRPr="00336819">
              <w:rPr>
                <w:rFonts w:ascii="Times New Roman" w:hAnsi="Times New Roman"/>
                <w:color w:val="000000"/>
                <w:sz w:val="32"/>
                <w:szCs w:val="32"/>
                <w:lang w:eastAsia="ru-RU"/>
              </w:rPr>
              <w:t>Проведение Дня Учителя</w:t>
            </w:r>
          </w:p>
          <w:p w:rsidR="00C93014" w:rsidRPr="00336819" w:rsidRDefault="00C93014" w:rsidP="0033681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32"/>
                <w:szCs w:val="32"/>
                <w:lang w:eastAsia="ru-RU"/>
              </w:rPr>
            </w:pPr>
            <w:r w:rsidRPr="00336819">
              <w:rPr>
                <w:rFonts w:ascii="Times New Roman" w:hAnsi="Times New Roman"/>
                <w:color w:val="000000"/>
                <w:sz w:val="32"/>
                <w:szCs w:val="32"/>
                <w:lang w:eastAsia="ru-RU"/>
              </w:rPr>
              <w:t>Праздничный концерт</w:t>
            </w:r>
          </w:p>
          <w:p w:rsidR="00C93014" w:rsidRPr="00336819" w:rsidRDefault="00C93014" w:rsidP="0033681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32"/>
                <w:szCs w:val="32"/>
                <w:lang w:eastAsia="ru-RU"/>
              </w:rPr>
              <w:t>Подготовка к конкурсу «Татар е</w:t>
            </w:r>
            <w:r w:rsidRPr="00336819">
              <w:rPr>
                <w:rFonts w:ascii="Times New Roman" w:hAnsi="Times New Roman"/>
                <w:color w:val="000000"/>
                <w:sz w:val="32"/>
                <w:szCs w:val="32"/>
                <w:lang w:eastAsia="ru-RU"/>
              </w:rPr>
              <w:t>гете»</w:t>
            </w:r>
          </w:p>
          <w:p w:rsidR="00C93014" w:rsidRPr="00336819" w:rsidRDefault="00C93014" w:rsidP="0033681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32"/>
                <w:szCs w:val="32"/>
                <w:lang w:eastAsia="ru-RU"/>
              </w:rPr>
            </w:pPr>
            <w:r w:rsidRPr="00336819">
              <w:rPr>
                <w:rFonts w:ascii="Times New Roman" w:hAnsi="Times New Roman"/>
                <w:color w:val="000000"/>
                <w:sz w:val="32"/>
                <w:szCs w:val="32"/>
                <w:lang w:eastAsia="ru-RU"/>
              </w:rPr>
              <w:t>Конкурс рисунков ко Дню Учителя</w:t>
            </w:r>
          </w:p>
          <w:p w:rsidR="00C93014" w:rsidRPr="00336819" w:rsidRDefault="00C93014" w:rsidP="0033681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32"/>
                <w:szCs w:val="32"/>
                <w:lang w:eastAsia="ru-RU"/>
              </w:rPr>
            </w:pPr>
            <w:r w:rsidRPr="00336819">
              <w:rPr>
                <w:rFonts w:ascii="Times New Roman" w:hAnsi="Times New Roman"/>
                <w:color w:val="000000"/>
                <w:sz w:val="32"/>
                <w:szCs w:val="32"/>
                <w:lang w:eastAsia="ru-RU"/>
              </w:rPr>
              <w:t>Общешкольный субботник</w:t>
            </w:r>
          </w:p>
          <w:p w:rsidR="00C93014" w:rsidRPr="00336819" w:rsidRDefault="00C93014" w:rsidP="0033681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32"/>
                <w:szCs w:val="32"/>
                <w:lang w:eastAsia="ru-RU"/>
              </w:rPr>
            </w:pPr>
            <w:r w:rsidRPr="00336819">
              <w:rPr>
                <w:rFonts w:ascii="Times New Roman" w:hAnsi="Times New Roman"/>
                <w:color w:val="000000"/>
                <w:sz w:val="32"/>
                <w:szCs w:val="32"/>
                <w:lang w:eastAsia="ru-RU"/>
              </w:rPr>
              <w:t xml:space="preserve">Проведение праздника «Хэллоуин» </w:t>
            </w:r>
          </w:p>
          <w:p w:rsidR="00C93014" w:rsidRPr="00336819" w:rsidRDefault="00C93014" w:rsidP="0033681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32"/>
                <w:szCs w:val="32"/>
                <w:lang w:eastAsia="ru-RU"/>
              </w:rPr>
            </w:pPr>
            <w:r w:rsidRPr="00336819">
              <w:rPr>
                <w:rFonts w:ascii="Times New Roman" w:hAnsi="Times New Roman"/>
                <w:color w:val="000000"/>
                <w:sz w:val="32"/>
                <w:szCs w:val="32"/>
                <w:lang w:eastAsia="ru-RU"/>
              </w:rPr>
              <w:t>Конкурс поделок на осеннюю тему</w:t>
            </w:r>
          </w:p>
          <w:p w:rsidR="00C93014" w:rsidRPr="00336819" w:rsidRDefault="00C93014" w:rsidP="0033681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32"/>
                <w:szCs w:val="32"/>
                <w:lang w:eastAsia="ru-RU"/>
              </w:rPr>
            </w:pPr>
            <w:r w:rsidRPr="00336819">
              <w:rPr>
                <w:rFonts w:ascii="Times New Roman" w:hAnsi="Times New Roman"/>
                <w:color w:val="000000"/>
                <w:sz w:val="32"/>
                <w:szCs w:val="32"/>
                <w:lang w:eastAsia="ru-RU"/>
              </w:rPr>
              <w:t xml:space="preserve">Помощь в проведении фестиваля </w:t>
            </w:r>
            <w:r>
              <w:rPr>
                <w:rFonts w:ascii="Times New Roman" w:hAnsi="Times New Roman"/>
                <w:color w:val="000000"/>
                <w:sz w:val="32"/>
                <w:szCs w:val="32"/>
                <w:lang w:eastAsia="ru-RU"/>
              </w:rPr>
              <w:t xml:space="preserve"> </w:t>
            </w:r>
            <w:r w:rsidRPr="00336819">
              <w:rPr>
                <w:rFonts w:ascii="Times New Roman" w:hAnsi="Times New Roman"/>
                <w:color w:val="000000"/>
                <w:sz w:val="32"/>
                <w:szCs w:val="32"/>
                <w:lang w:eastAsia="ru-RU"/>
              </w:rPr>
              <w:t>Сары Садыковой</w:t>
            </w:r>
          </w:p>
        </w:tc>
        <w:tc>
          <w:tcPr>
            <w:tcW w:w="2700" w:type="dxa"/>
          </w:tcPr>
          <w:p w:rsidR="00C93014" w:rsidRPr="00336819" w:rsidRDefault="00C93014" w:rsidP="00336819">
            <w:pPr>
              <w:spacing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32"/>
                <w:szCs w:val="32"/>
                <w:lang w:eastAsia="ru-RU"/>
              </w:rPr>
            </w:pPr>
          </w:p>
          <w:p w:rsidR="00C93014" w:rsidRPr="00336819" w:rsidRDefault="00C93014" w:rsidP="00336819">
            <w:pPr>
              <w:spacing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32"/>
                <w:szCs w:val="32"/>
                <w:lang w:eastAsia="ru-RU"/>
              </w:rPr>
            </w:pPr>
          </w:p>
          <w:p w:rsidR="00C93014" w:rsidRPr="00336819" w:rsidRDefault="00C93014" w:rsidP="00336819">
            <w:pPr>
              <w:spacing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32"/>
                <w:szCs w:val="32"/>
                <w:lang w:eastAsia="ru-RU"/>
              </w:rPr>
            </w:pPr>
          </w:p>
          <w:p w:rsidR="00C93014" w:rsidRPr="00336819" w:rsidRDefault="00C93014" w:rsidP="00336819">
            <w:pPr>
              <w:spacing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32"/>
                <w:szCs w:val="32"/>
                <w:lang w:eastAsia="ru-RU"/>
              </w:rPr>
            </w:pPr>
          </w:p>
          <w:p w:rsidR="00C93014" w:rsidRPr="00336819" w:rsidRDefault="00C93014" w:rsidP="00336819">
            <w:pPr>
              <w:spacing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32"/>
                <w:szCs w:val="32"/>
                <w:lang w:eastAsia="ru-RU"/>
              </w:rPr>
            </w:pPr>
          </w:p>
          <w:p w:rsidR="00C93014" w:rsidRPr="00336819" w:rsidRDefault="00C93014" w:rsidP="00336819">
            <w:pPr>
              <w:spacing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32"/>
                <w:szCs w:val="32"/>
                <w:lang w:eastAsia="ru-RU"/>
              </w:rPr>
            </w:pPr>
          </w:p>
          <w:p w:rsidR="00C93014" w:rsidRPr="00336819" w:rsidRDefault="00C93014" w:rsidP="00336819">
            <w:pPr>
              <w:spacing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52"/>
                <w:szCs w:val="52"/>
                <w:lang w:eastAsia="ru-RU"/>
              </w:rPr>
            </w:pPr>
            <w:r w:rsidRPr="00336819">
              <w:rPr>
                <w:rFonts w:ascii="Times New Roman" w:hAnsi="Times New Roman"/>
                <w:color w:val="000000"/>
                <w:sz w:val="52"/>
                <w:szCs w:val="52"/>
                <w:lang w:eastAsia="ru-RU"/>
              </w:rPr>
              <w:t xml:space="preserve">Октябрь </w:t>
            </w:r>
          </w:p>
        </w:tc>
      </w:tr>
      <w:tr w:rsidR="00C93014" w:rsidTr="009A0525">
        <w:tc>
          <w:tcPr>
            <w:tcW w:w="861" w:type="dxa"/>
          </w:tcPr>
          <w:p w:rsidR="00C93014" w:rsidRPr="00336819" w:rsidRDefault="00C93014" w:rsidP="0033681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7657" w:type="dxa"/>
          </w:tcPr>
          <w:p w:rsidR="00C93014" w:rsidRPr="00336819" w:rsidRDefault="00C93014" w:rsidP="0033681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32"/>
                <w:szCs w:val="32"/>
                <w:lang w:eastAsia="ru-RU"/>
              </w:rPr>
            </w:pPr>
            <w:r w:rsidRPr="00336819">
              <w:rPr>
                <w:rFonts w:ascii="Times New Roman" w:hAnsi="Times New Roman"/>
                <w:color w:val="000000"/>
                <w:sz w:val="32"/>
                <w:szCs w:val="32"/>
                <w:lang w:eastAsia="ru-RU"/>
              </w:rPr>
              <w:t>Конкурс сочинений и стенгазет</w:t>
            </w:r>
          </w:p>
          <w:p w:rsidR="00C93014" w:rsidRPr="00336819" w:rsidRDefault="00C93014" w:rsidP="0033681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32"/>
                <w:szCs w:val="32"/>
                <w:lang w:eastAsia="ru-RU"/>
              </w:rPr>
            </w:pPr>
            <w:r w:rsidRPr="00336819">
              <w:rPr>
                <w:rFonts w:ascii="Times New Roman" w:hAnsi="Times New Roman"/>
                <w:color w:val="000000"/>
                <w:sz w:val="32"/>
                <w:szCs w:val="32"/>
                <w:lang w:eastAsia="ru-RU"/>
              </w:rPr>
              <w:t>Проведение Дня Матери</w:t>
            </w:r>
          </w:p>
          <w:p w:rsidR="00C93014" w:rsidRPr="00336819" w:rsidRDefault="00C93014" w:rsidP="0033681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32"/>
                <w:szCs w:val="32"/>
                <w:lang w:eastAsia="ru-RU"/>
              </w:rPr>
            </w:pPr>
            <w:r w:rsidRPr="00336819">
              <w:rPr>
                <w:rFonts w:ascii="Times New Roman" w:hAnsi="Times New Roman"/>
                <w:color w:val="000000"/>
                <w:sz w:val="32"/>
                <w:szCs w:val="32"/>
                <w:lang w:eastAsia="ru-RU"/>
              </w:rPr>
              <w:t>Конкурс рисунков ко Дню Матери</w:t>
            </w:r>
          </w:p>
          <w:p w:rsidR="00C93014" w:rsidRPr="00336819" w:rsidRDefault="00C93014" w:rsidP="0033681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32"/>
                <w:szCs w:val="32"/>
                <w:lang w:eastAsia="ru-RU"/>
              </w:rPr>
            </w:pPr>
            <w:r w:rsidRPr="00336819">
              <w:rPr>
                <w:rFonts w:ascii="Times New Roman" w:hAnsi="Times New Roman"/>
                <w:color w:val="000000"/>
                <w:sz w:val="32"/>
                <w:szCs w:val="32"/>
                <w:lang w:eastAsia="ru-RU"/>
              </w:rPr>
              <w:t>Проведение игры «ЧТО? ГДЕ? КОГДА?»</w:t>
            </w:r>
          </w:p>
          <w:p w:rsidR="00C93014" w:rsidRPr="00336819" w:rsidRDefault="00C93014" w:rsidP="004F1EA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32"/>
                <w:szCs w:val="32"/>
                <w:lang w:eastAsia="ru-RU"/>
              </w:rPr>
            </w:pPr>
            <w:r w:rsidRPr="00336819">
              <w:rPr>
                <w:rFonts w:ascii="Times New Roman" w:hAnsi="Times New Roman"/>
                <w:color w:val="000000"/>
                <w:sz w:val="32"/>
                <w:szCs w:val="32"/>
                <w:lang w:eastAsia="ru-RU"/>
              </w:rPr>
              <w:t>КВН</w:t>
            </w:r>
          </w:p>
        </w:tc>
        <w:tc>
          <w:tcPr>
            <w:tcW w:w="2700" w:type="dxa"/>
          </w:tcPr>
          <w:p w:rsidR="00C93014" w:rsidRPr="00336819" w:rsidRDefault="00C93014" w:rsidP="00336819">
            <w:pPr>
              <w:spacing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52"/>
                <w:szCs w:val="52"/>
                <w:lang w:eastAsia="ru-RU"/>
              </w:rPr>
            </w:pPr>
          </w:p>
          <w:p w:rsidR="00C93014" w:rsidRPr="00336819" w:rsidRDefault="00C93014" w:rsidP="00336819">
            <w:pPr>
              <w:spacing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52"/>
                <w:szCs w:val="52"/>
                <w:lang w:eastAsia="ru-RU"/>
              </w:rPr>
            </w:pPr>
            <w:r w:rsidRPr="00336819">
              <w:rPr>
                <w:rFonts w:ascii="Times New Roman" w:hAnsi="Times New Roman"/>
                <w:color w:val="000000"/>
                <w:sz w:val="52"/>
                <w:szCs w:val="52"/>
                <w:lang w:eastAsia="ru-RU"/>
              </w:rPr>
              <w:t xml:space="preserve">Ноябрь </w:t>
            </w:r>
          </w:p>
        </w:tc>
      </w:tr>
      <w:tr w:rsidR="00C93014" w:rsidTr="009A0525">
        <w:tc>
          <w:tcPr>
            <w:tcW w:w="861" w:type="dxa"/>
          </w:tcPr>
          <w:p w:rsidR="00C93014" w:rsidRPr="00336819" w:rsidRDefault="00C93014" w:rsidP="0033681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7657" w:type="dxa"/>
          </w:tcPr>
          <w:p w:rsidR="00C93014" w:rsidRPr="00336819" w:rsidRDefault="00C93014" w:rsidP="0033681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32"/>
                <w:szCs w:val="32"/>
                <w:lang w:eastAsia="ru-RU"/>
              </w:rPr>
            </w:pPr>
            <w:r w:rsidRPr="00336819">
              <w:rPr>
                <w:rFonts w:ascii="Times New Roman" w:hAnsi="Times New Roman"/>
                <w:color w:val="000000"/>
                <w:sz w:val="32"/>
                <w:szCs w:val="32"/>
                <w:lang w:eastAsia="ru-RU"/>
              </w:rPr>
              <w:t>Праздничный концерт ко Дню Гимназии</w:t>
            </w:r>
          </w:p>
          <w:p w:rsidR="00C93014" w:rsidRPr="00336819" w:rsidRDefault="00C93014" w:rsidP="0033681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32"/>
                <w:szCs w:val="32"/>
                <w:lang w:eastAsia="ru-RU"/>
              </w:rPr>
            </w:pPr>
            <w:r w:rsidRPr="00336819">
              <w:rPr>
                <w:rFonts w:ascii="Times New Roman" w:hAnsi="Times New Roman"/>
                <w:color w:val="000000"/>
                <w:sz w:val="32"/>
                <w:szCs w:val="32"/>
                <w:lang w:eastAsia="ru-RU"/>
              </w:rPr>
              <w:t xml:space="preserve">Подготовка к Новому Году: </w:t>
            </w:r>
          </w:p>
          <w:p w:rsidR="00C93014" w:rsidRPr="00336819" w:rsidRDefault="00C93014" w:rsidP="0033681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32"/>
                <w:szCs w:val="32"/>
                <w:lang w:eastAsia="ru-RU"/>
              </w:rPr>
            </w:pPr>
            <w:r w:rsidRPr="00336819">
              <w:rPr>
                <w:rFonts w:ascii="Times New Roman" w:hAnsi="Times New Roman"/>
                <w:color w:val="000000"/>
                <w:sz w:val="32"/>
                <w:szCs w:val="32"/>
                <w:lang w:eastAsia="ru-RU"/>
              </w:rPr>
              <w:t>Конкурс стенгазет</w:t>
            </w:r>
          </w:p>
          <w:p w:rsidR="00C93014" w:rsidRPr="00336819" w:rsidRDefault="00C93014" w:rsidP="0033681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32"/>
                <w:szCs w:val="32"/>
                <w:lang w:eastAsia="ru-RU"/>
              </w:rPr>
            </w:pPr>
            <w:r w:rsidRPr="00336819">
              <w:rPr>
                <w:rFonts w:ascii="Times New Roman" w:hAnsi="Times New Roman"/>
                <w:color w:val="000000"/>
                <w:sz w:val="32"/>
                <w:szCs w:val="32"/>
                <w:lang w:eastAsia="ru-RU"/>
              </w:rPr>
              <w:t>Конкурс игрушек</w:t>
            </w:r>
          </w:p>
          <w:p w:rsidR="00C93014" w:rsidRPr="00336819" w:rsidRDefault="00C93014" w:rsidP="0033681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32"/>
                <w:szCs w:val="32"/>
                <w:lang w:eastAsia="ru-RU"/>
              </w:rPr>
            </w:pPr>
            <w:r w:rsidRPr="00336819">
              <w:rPr>
                <w:rFonts w:ascii="Times New Roman" w:hAnsi="Times New Roman"/>
                <w:color w:val="000000"/>
                <w:sz w:val="32"/>
                <w:szCs w:val="32"/>
                <w:lang w:eastAsia="ru-RU"/>
              </w:rPr>
              <w:t>Конкурс рисунков</w:t>
            </w:r>
          </w:p>
          <w:p w:rsidR="00C93014" w:rsidRPr="00336819" w:rsidRDefault="00C93014" w:rsidP="0033681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32"/>
                <w:szCs w:val="32"/>
                <w:lang w:eastAsia="ru-RU"/>
              </w:rPr>
            </w:pPr>
            <w:r w:rsidRPr="00336819">
              <w:rPr>
                <w:rFonts w:ascii="Times New Roman" w:hAnsi="Times New Roman"/>
                <w:color w:val="000000"/>
                <w:sz w:val="32"/>
                <w:szCs w:val="32"/>
                <w:lang w:eastAsia="ru-RU"/>
              </w:rPr>
              <w:t>Новый Год</w:t>
            </w:r>
          </w:p>
          <w:p w:rsidR="00C93014" w:rsidRPr="00336819" w:rsidRDefault="00C93014" w:rsidP="0033681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32"/>
                <w:szCs w:val="32"/>
                <w:lang w:eastAsia="ru-RU"/>
              </w:rPr>
            </w:pPr>
            <w:r w:rsidRPr="00336819">
              <w:rPr>
                <w:rFonts w:ascii="Times New Roman" w:hAnsi="Times New Roman"/>
                <w:color w:val="000000"/>
                <w:sz w:val="32"/>
                <w:szCs w:val="32"/>
                <w:lang w:eastAsia="ru-RU"/>
              </w:rPr>
              <w:t>Открытие лагеря</w:t>
            </w:r>
          </w:p>
        </w:tc>
        <w:tc>
          <w:tcPr>
            <w:tcW w:w="2700" w:type="dxa"/>
          </w:tcPr>
          <w:p w:rsidR="00C93014" w:rsidRPr="00336819" w:rsidRDefault="00C93014" w:rsidP="00336819">
            <w:pPr>
              <w:spacing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52"/>
                <w:szCs w:val="52"/>
                <w:lang w:eastAsia="ru-RU"/>
              </w:rPr>
            </w:pPr>
          </w:p>
          <w:p w:rsidR="00C93014" w:rsidRPr="00336819" w:rsidRDefault="00C93014" w:rsidP="00336819">
            <w:pPr>
              <w:spacing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52"/>
                <w:szCs w:val="52"/>
                <w:lang w:eastAsia="ru-RU"/>
              </w:rPr>
            </w:pPr>
            <w:r w:rsidRPr="00336819">
              <w:rPr>
                <w:rFonts w:ascii="Times New Roman" w:hAnsi="Times New Roman"/>
                <w:color w:val="000000"/>
                <w:sz w:val="52"/>
                <w:szCs w:val="52"/>
                <w:lang w:eastAsia="ru-RU"/>
              </w:rPr>
              <w:t xml:space="preserve">Декабрь </w:t>
            </w:r>
          </w:p>
        </w:tc>
      </w:tr>
      <w:tr w:rsidR="00C93014" w:rsidTr="009A0525">
        <w:tc>
          <w:tcPr>
            <w:tcW w:w="861" w:type="dxa"/>
          </w:tcPr>
          <w:p w:rsidR="00C93014" w:rsidRPr="00336819" w:rsidRDefault="00C93014" w:rsidP="0033681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7657" w:type="dxa"/>
          </w:tcPr>
          <w:p w:rsidR="00C93014" w:rsidRPr="00336819" w:rsidRDefault="00C93014" w:rsidP="00336819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left"/>
              <w:rPr>
                <w:rFonts w:ascii="Times New Roman" w:hAnsi="Times New Roman"/>
                <w:sz w:val="32"/>
                <w:szCs w:val="32"/>
              </w:rPr>
            </w:pPr>
            <w:r w:rsidRPr="00336819">
              <w:rPr>
                <w:rFonts w:ascii="Times New Roman" w:hAnsi="Times New Roman"/>
                <w:sz w:val="32"/>
                <w:szCs w:val="32"/>
              </w:rPr>
              <w:t>План зимних каникул</w:t>
            </w:r>
          </w:p>
          <w:p w:rsidR="00C93014" w:rsidRPr="00336819" w:rsidRDefault="00C93014" w:rsidP="00336819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left"/>
              <w:rPr>
                <w:rFonts w:ascii="Times New Roman" w:hAnsi="Times New Roman"/>
                <w:sz w:val="32"/>
                <w:szCs w:val="32"/>
              </w:rPr>
            </w:pPr>
            <w:r w:rsidRPr="00336819">
              <w:rPr>
                <w:rFonts w:ascii="Times New Roman" w:hAnsi="Times New Roman"/>
                <w:sz w:val="32"/>
                <w:szCs w:val="32"/>
              </w:rPr>
              <w:t>Игра « Звездный час»</w:t>
            </w:r>
          </w:p>
          <w:p w:rsidR="00C93014" w:rsidRPr="00336819" w:rsidRDefault="00C93014" w:rsidP="00336819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left"/>
              <w:rPr>
                <w:rFonts w:ascii="Times New Roman" w:hAnsi="Times New Roman"/>
                <w:sz w:val="32"/>
                <w:szCs w:val="32"/>
              </w:rPr>
            </w:pPr>
            <w:r w:rsidRPr="00336819">
              <w:rPr>
                <w:rFonts w:ascii="Times New Roman" w:hAnsi="Times New Roman"/>
                <w:sz w:val="32"/>
                <w:szCs w:val="32"/>
              </w:rPr>
              <w:t>Игра « Поле чудес»</w:t>
            </w:r>
          </w:p>
          <w:p w:rsidR="00C93014" w:rsidRPr="00336819" w:rsidRDefault="00C93014" w:rsidP="00336819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left"/>
              <w:rPr>
                <w:rFonts w:ascii="Times New Roman" w:hAnsi="Times New Roman"/>
                <w:sz w:val="32"/>
                <w:szCs w:val="32"/>
              </w:rPr>
            </w:pPr>
            <w:r w:rsidRPr="00336819">
              <w:rPr>
                <w:rFonts w:ascii="Times New Roman" w:hAnsi="Times New Roman"/>
                <w:sz w:val="32"/>
                <w:szCs w:val="32"/>
              </w:rPr>
              <w:t>Игры на улице</w:t>
            </w:r>
          </w:p>
          <w:p w:rsidR="00C93014" w:rsidRPr="00336819" w:rsidRDefault="00C93014" w:rsidP="00336819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left"/>
              <w:rPr>
                <w:rFonts w:ascii="Times New Roman" w:hAnsi="Times New Roman"/>
                <w:sz w:val="32"/>
                <w:szCs w:val="32"/>
              </w:rPr>
            </w:pPr>
            <w:r w:rsidRPr="00336819">
              <w:rPr>
                <w:rFonts w:ascii="Times New Roman" w:hAnsi="Times New Roman"/>
                <w:sz w:val="32"/>
                <w:szCs w:val="32"/>
              </w:rPr>
              <w:t>Конкурс классных уголков</w:t>
            </w:r>
          </w:p>
        </w:tc>
        <w:tc>
          <w:tcPr>
            <w:tcW w:w="2700" w:type="dxa"/>
          </w:tcPr>
          <w:p w:rsidR="00C93014" w:rsidRPr="00336819" w:rsidRDefault="00C93014" w:rsidP="00336819">
            <w:pPr>
              <w:spacing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52"/>
                <w:szCs w:val="52"/>
                <w:lang w:eastAsia="ru-RU"/>
              </w:rPr>
            </w:pPr>
            <w:r w:rsidRPr="00336819">
              <w:rPr>
                <w:rFonts w:ascii="Times New Roman" w:hAnsi="Times New Roman"/>
                <w:color w:val="000000"/>
                <w:sz w:val="52"/>
                <w:szCs w:val="52"/>
                <w:lang w:eastAsia="ru-RU"/>
              </w:rPr>
              <w:t>Январь</w:t>
            </w:r>
          </w:p>
        </w:tc>
      </w:tr>
      <w:tr w:rsidR="00C93014" w:rsidTr="009A0525">
        <w:tc>
          <w:tcPr>
            <w:tcW w:w="861" w:type="dxa"/>
          </w:tcPr>
          <w:p w:rsidR="00C93014" w:rsidRPr="00336819" w:rsidRDefault="00C93014" w:rsidP="0033681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7657" w:type="dxa"/>
          </w:tcPr>
          <w:p w:rsidR="00C93014" w:rsidRPr="00336819" w:rsidRDefault="00C93014" w:rsidP="00336819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jc w:val="left"/>
              <w:rPr>
                <w:rFonts w:ascii="Times New Roman" w:hAnsi="Times New Roman"/>
                <w:sz w:val="32"/>
                <w:szCs w:val="32"/>
              </w:rPr>
            </w:pPr>
            <w:r w:rsidRPr="00336819">
              <w:rPr>
                <w:rFonts w:ascii="Times New Roman" w:hAnsi="Times New Roman"/>
                <w:sz w:val="32"/>
                <w:szCs w:val="32"/>
              </w:rPr>
              <w:t>День защитников Отечества</w:t>
            </w:r>
          </w:p>
          <w:p w:rsidR="00C93014" w:rsidRPr="00336819" w:rsidRDefault="00C93014" w:rsidP="0033681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left"/>
              <w:rPr>
                <w:rFonts w:ascii="Times New Roman" w:hAnsi="Times New Roman"/>
                <w:sz w:val="32"/>
                <w:szCs w:val="32"/>
              </w:rPr>
            </w:pPr>
            <w:r w:rsidRPr="00336819">
              <w:rPr>
                <w:rFonts w:ascii="Times New Roman" w:hAnsi="Times New Roman"/>
                <w:sz w:val="32"/>
                <w:szCs w:val="32"/>
              </w:rPr>
              <w:t>Праздничная программа «А ну-ка, мальчики»</w:t>
            </w:r>
          </w:p>
          <w:p w:rsidR="00C93014" w:rsidRPr="00336819" w:rsidRDefault="00C93014" w:rsidP="00336819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left"/>
              <w:rPr>
                <w:rFonts w:ascii="Times New Roman" w:hAnsi="Times New Roman"/>
                <w:sz w:val="32"/>
                <w:szCs w:val="32"/>
              </w:rPr>
            </w:pPr>
            <w:r w:rsidRPr="00336819">
              <w:rPr>
                <w:rFonts w:ascii="Times New Roman" w:hAnsi="Times New Roman"/>
                <w:sz w:val="32"/>
                <w:szCs w:val="32"/>
              </w:rPr>
              <w:t>Развлекательная программа ко Дню влюбленных</w:t>
            </w:r>
          </w:p>
        </w:tc>
        <w:tc>
          <w:tcPr>
            <w:tcW w:w="2700" w:type="dxa"/>
          </w:tcPr>
          <w:p w:rsidR="00C93014" w:rsidRPr="00336819" w:rsidRDefault="00C93014" w:rsidP="00336819">
            <w:pPr>
              <w:spacing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52"/>
                <w:szCs w:val="52"/>
                <w:lang w:eastAsia="ru-RU"/>
              </w:rPr>
            </w:pPr>
            <w:r w:rsidRPr="00336819">
              <w:rPr>
                <w:rFonts w:ascii="Times New Roman" w:hAnsi="Times New Roman"/>
                <w:color w:val="000000"/>
                <w:sz w:val="52"/>
                <w:szCs w:val="52"/>
                <w:lang w:eastAsia="ru-RU"/>
              </w:rPr>
              <w:t>Февраль</w:t>
            </w:r>
          </w:p>
        </w:tc>
      </w:tr>
      <w:tr w:rsidR="00C93014" w:rsidTr="009A0525">
        <w:tc>
          <w:tcPr>
            <w:tcW w:w="861" w:type="dxa"/>
          </w:tcPr>
          <w:p w:rsidR="00C93014" w:rsidRPr="00336819" w:rsidRDefault="00C93014" w:rsidP="0033681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7657" w:type="dxa"/>
          </w:tcPr>
          <w:p w:rsidR="00C93014" w:rsidRPr="00336819" w:rsidRDefault="00C93014" w:rsidP="00336819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color w:val="000000"/>
                <w:sz w:val="32"/>
                <w:szCs w:val="32"/>
                <w:lang w:eastAsia="ru-RU"/>
              </w:rPr>
            </w:pPr>
            <w:r w:rsidRPr="00336819">
              <w:rPr>
                <w:rFonts w:ascii="Times New Roman" w:hAnsi="Times New Roman"/>
                <w:color w:val="000000"/>
                <w:sz w:val="32"/>
                <w:szCs w:val="32"/>
                <w:lang w:eastAsia="ru-RU"/>
              </w:rPr>
              <w:t>Поздравительный концерт к 8 Марта</w:t>
            </w:r>
          </w:p>
          <w:p w:rsidR="00C93014" w:rsidRPr="00336819" w:rsidRDefault="00C93014" w:rsidP="00336819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color w:val="000000"/>
                <w:sz w:val="32"/>
                <w:szCs w:val="32"/>
                <w:lang w:eastAsia="ru-RU"/>
              </w:rPr>
            </w:pPr>
            <w:r w:rsidRPr="00336819">
              <w:rPr>
                <w:rFonts w:ascii="Times New Roman" w:hAnsi="Times New Roman"/>
                <w:color w:val="000000"/>
                <w:sz w:val="32"/>
                <w:szCs w:val="32"/>
                <w:lang w:eastAsia="ru-RU"/>
              </w:rPr>
              <w:t>Конкурс стенгазет</w:t>
            </w:r>
          </w:p>
          <w:p w:rsidR="00C93014" w:rsidRPr="00336819" w:rsidRDefault="00C93014" w:rsidP="00336819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color w:val="000000"/>
                <w:sz w:val="32"/>
                <w:szCs w:val="32"/>
                <w:lang w:eastAsia="ru-RU"/>
              </w:rPr>
            </w:pPr>
            <w:r w:rsidRPr="00336819">
              <w:rPr>
                <w:rFonts w:ascii="Times New Roman" w:hAnsi="Times New Roman"/>
                <w:color w:val="000000"/>
                <w:sz w:val="32"/>
                <w:szCs w:val="32"/>
                <w:lang w:eastAsia="ru-RU"/>
              </w:rPr>
              <w:t>Общешкольный субботник</w:t>
            </w:r>
          </w:p>
          <w:p w:rsidR="00C93014" w:rsidRPr="00336819" w:rsidRDefault="00C93014" w:rsidP="00336819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color w:val="000000"/>
                <w:sz w:val="32"/>
                <w:szCs w:val="32"/>
                <w:lang w:eastAsia="ru-RU"/>
              </w:rPr>
            </w:pPr>
            <w:r w:rsidRPr="00336819">
              <w:rPr>
                <w:rFonts w:ascii="Times New Roman" w:hAnsi="Times New Roman"/>
                <w:color w:val="000000"/>
                <w:sz w:val="32"/>
                <w:szCs w:val="32"/>
                <w:lang w:eastAsia="ru-RU"/>
              </w:rPr>
              <w:t xml:space="preserve">Проведение праздника «Масленица» </w:t>
            </w:r>
          </w:p>
        </w:tc>
        <w:tc>
          <w:tcPr>
            <w:tcW w:w="2700" w:type="dxa"/>
          </w:tcPr>
          <w:p w:rsidR="00C93014" w:rsidRPr="00336819" w:rsidRDefault="00C93014" w:rsidP="00336819">
            <w:pPr>
              <w:spacing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52"/>
                <w:szCs w:val="52"/>
                <w:lang w:eastAsia="ru-RU"/>
              </w:rPr>
            </w:pPr>
            <w:r w:rsidRPr="00336819">
              <w:rPr>
                <w:rFonts w:ascii="Times New Roman" w:hAnsi="Times New Roman"/>
                <w:color w:val="000000"/>
                <w:sz w:val="52"/>
                <w:szCs w:val="52"/>
                <w:lang w:eastAsia="ru-RU"/>
              </w:rPr>
              <w:t>Март</w:t>
            </w:r>
          </w:p>
        </w:tc>
      </w:tr>
      <w:tr w:rsidR="00C93014" w:rsidTr="009A0525">
        <w:tc>
          <w:tcPr>
            <w:tcW w:w="861" w:type="dxa"/>
          </w:tcPr>
          <w:p w:rsidR="00C93014" w:rsidRPr="00336819" w:rsidRDefault="00C93014" w:rsidP="0033681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7657" w:type="dxa"/>
          </w:tcPr>
          <w:p w:rsidR="00C93014" w:rsidRPr="00336819" w:rsidRDefault="00C93014" w:rsidP="00336819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color w:val="000000"/>
                <w:sz w:val="32"/>
                <w:szCs w:val="32"/>
                <w:lang w:eastAsia="ru-RU"/>
              </w:rPr>
            </w:pPr>
            <w:r w:rsidRPr="00336819">
              <w:rPr>
                <w:rFonts w:ascii="Times New Roman" w:hAnsi="Times New Roman"/>
                <w:color w:val="000000"/>
                <w:sz w:val="32"/>
                <w:szCs w:val="32"/>
                <w:lang w:eastAsia="ru-RU"/>
              </w:rPr>
              <w:t>Операция по профилактике опозданий и пропусков</w:t>
            </w:r>
          </w:p>
          <w:p w:rsidR="00C93014" w:rsidRPr="00336819" w:rsidRDefault="00C93014" w:rsidP="00336819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color w:val="000000"/>
                <w:sz w:val="32"/>
                <w:szCs w:val="32"/>
                <w:lang w:eastAsia="ru-RU"/>
              </w:rPr>
            </w:pPr>
            <w:r w:rsidRPr="00336819">
              <w:rPr>
                <w:rFonts w:ascii="Times New Roman" w:hAnsi="Times New Roman"/>
                <w:color w:val="000000"/>
                <w:sz w:val="32"/>
                <w:szCs w:val="32"/>
                <w:lang w:eastAsia="ru-RU"/>
              </w:rPr>
              <w:t>Проведение праздника «1 Апреля»</w:t>
            </w:r>
          </w:p>
        </w:tc>
        <w:tc>
          <w:tcPr>
            <w:tcW w:w="2700" w:type="dxa"/>
          </w:tcPr>
          <w:p w:rsidR="00C93014" w:rsidRPr="00336819" w:rsidRDefault="00C93014" w:rsidP="00336819">
            <w:pPr>
              <w:spacing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52"/>
                <w:szCs w:val="52"/>
                <w:lang w:eastAsia="ru-RU"/>
              </w:rPr>
            </w:pPr>
            <w:r w:rsidRPr="00336819">
              <w:rPr>
                <w:rFonts w:ascii="Times New Roman" w:hAnsi="Times New Roman"/>
                <w:color w:val="000000"/>
                <w:sz w:val="52"/>
                <w:szCs w:val="52"/>
                <w:lang w:eastAsia="ru-RU"/>
              </w:rPr>
              <w:t xml:space="preserve">Апрель </w:t>
            </w:r>
          </w:p>
        </w:tc>
      </w:tr>
      <w:tr w:rsidR="00C93014" w:rsidTr="009A0525">
        <w:tc>
          <w:tcPr>
            <w:tcW w:w="861" w:type="dxa"/>
          </w:tcPr>
          <w:p w:rsidR="00C93014" w:rsidRPr="00336819" w:rsidRDefault="00C93014" w:rsidP="0033681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7657" w:type="dxa"/>
          </w:tcPr>
          <w:p w:rsidR="00C93014" w:rsidRPr="00336819" w:rsidRDefault="00C93014" w:rsidP="00336819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color w:val="000000"/>
                <w:sz w:val="32"/>
                <w:szCs w:val="32"/>
                <w:lang w:eastAsia="ru-RU"/>
              </w:rPr>
            </w:pPr>
            <w:r w:rsidRPr="00336819">
              <w:rPr>
                <w:rFonts w:ascii="Times New Roman" w:hAnsi="Times New Roman"/>
                <w:color w:val="000000"/>
                <w:sz w:val="32"/>
                <w:szCs w:val="32"/>
                <w:lang w:eastAsia="ru-RU"/>
              </w:rPr>
              <w:t>Май 1- День труда</w:t>
            </w:r>
          </w:p>
          <w:p w:rsidR="00C93014" w:rsidRPr="00336819" w:rsidRDefault="00C93014" w:rsidP="00336819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color w:val="000000"/>
                <w:sz w:val="32"/>
                <w:szCs w:val="32"/>
                <w:lang w:eastAsia="ru-RU"/>
              </w:rPr>
            </w:pPr>
            <w:r w:rsidRPr="00336819">
              <w:rPr>
                <w:rFonts w:ascii="Times New Roman" w:hAnsi="Times New Roman"/>
                <w:color w:val="000000"/>
                <w:sz w:val="32"/>
                <w:szCs w:val="32"/>
                <w:lang w:eastAsia="ru-RU"/>
              </w:rPr>
              <w:t>Проведение 9 Мая – День Победы. Конкурс стенгазет.</w:t>
            </w:r>
          </w:p>
          <w:p w:rsidR="00C93014" w:rsidRPr="00336819" w:rsidRDefault="00C93014" w:rsidP="00336819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color w:val="000000"/>
                <w:sz w:val="32"/>
                <w:szCs w:val="32"/>
                <w:lang w:eastAsia="ru-RU"/>
              </w:rPr>
            </w:pPr>
            <w:r w:rsidRPr="00336819">
              <w:rPr>
                <w:rFonts w:ascii="Times New Roman" w:hAnsi="Times New Roman"/>
                <w:color w:val="000000"/>
                <w:sz w:val="32"/>
                <w:szCs w:val="32"/>
                <w:lang w:eastAsia="ru-RU"/>
              </w:rPr>
              <w:t>Отчет ученического самоуправления</w:t>
            </w:r>
          </w:p>
          <w:p w:rsidR="00C93014" w:rsidRDefault="00C93014" w:rsidP="00336819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color w:val="000000"/>
                <w:sz w:val="32"/>
                <w:szCs w:val="32"/>
                <w:lang w:eastAsia="ru-RU"/>
              </w:rPr>
            </w:pPr>
            <w:r w:rsidRPr="00336819">
              <w:rPr>
                <w:rFonts w:ascii="Times New Roman" w:hAnsi="Times New Roman"/>
                <w:color w:val="000000"/>
                <w:sz w:val="32"/>
                <w:szCs w:val="32"/>
                <w:lang w:eastAsia="ru-RU"/>
              </w:rPr>
              <w:t>Посл</w:t>
            </w:r>
            <w:r>
              <w:rPr>
                <w:rFonts w:ascii="Times New Roman" w:hAnsi="Times New Roman"/>
                <w:color w:val="000000"/>
                <w:sz w:val="32"/>
                <w:szCs w:val="32"/>
                <w:lang w:eastAsia="ru-RU"/>
              </w:rPr>
              <w:t>едний звонок «До свидания, гимназия</w:t>
            </w:r>
            <w:r w:rsidRPr="00336819">
              <w:rPr>
                <w:rFonts w:ascii="Times New Roman" w:hAnsi="Times New Roman"/>
                <w:color w:val="000000"/>
                <w:sz w:val="32"/>
                <w:szCs w:val="32"/>
                <w:lang w:eastAsia="ru-RU"/>
              </w:rPr>
              <w:t>!»</w:t>
            </w:r>
          </w:p>
          <w:p w:rsidR="00C93014" w:rsidRPr="00336819" w:rsidRDefault="00C93014" w:rsidP="00336819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32"/>
                <w:szCs w:val="32"/>
                <w:lang w:eastAsia="ru-RU"/>
              </w:rPr>
              <w:t xml:space="preserve">«Сабантуй» </w:t>
            </w:r>
          </w:p>
        </w:tc>
        <w:tc>
          <w:tcPr>
            <w:tcW w:w="2700" w:type="dxa"/>
          </w:tcPr>
          <w:p w:rsidR="00C93014" w:rsidRPr="00336819" w:rsidRDefault="00C93014" w:rsidP="00336819">
            <w:pPr>
              <w:spacing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52"/>
                <w:szCs w:val="52"/>
                <w:lang w:eastAsia="ru-RU"/>
              </w:rPr>
            </w:pPr>
            <w:r w:rsidRPr="00336819">
              <w:rPr>
                <w:rFonts w:ascii="Times New Roman" w:hAnsi="Times New Roman"/>
                <w:color w:val="000000"/>
                <w:sz w:val="52"/>
                <w:szCs w:val="52"/>
                <w:lang w:eastAsia="ru-RU"/>
              </w:rPr>
              <w:t>Май</w:t>
            </w:r>
          </w:p>
        </w:tc>
      </w:tr>
    </w:tbl>
    <w:tbl>
      <w:tblPr>
        <w:tblpPr w:leftFromText="180" w:rightFromText="180" w:vertAnchor="text" w:horzAnchor="page" w:tblpX="536" w:tblpY="459"/>
        <w:tblW w:w="110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4"/>
        <w:gridCol w:w="7754"/>
        <w:gridCol w:w="2523"/>
      </w:tblGrid>
      <w:tr w:rsidR="00C93014" w:rsidTr="009A0525">
        <w:tc>
          <w:tcPr>
            <w:tcW w:w="814" w:type="dxa"/>
          </w:tcPr>
          <w:p w:rsidR="00C93014" w:rsidRPr="009A0525" w:rsidRDefault="00C93014" w:rsidP="00336819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9A0525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C93014" w:rsidRPr="009A0525" w:rsidRDefault="00C93014" w:rsidP="00336819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9A0525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7754" w:type="dxa"/>
          </w:tcPr>
          <w:p w:rsidR="00C93014" w:rsidRPr="009A0525" w:rsidRDefault="00C93014" w:rsidP="009A0525">
            <w:pPr>
              <w:spacing w:after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A0525">
              <w:rPr>
                <w:rFonts w:ascii="Times New Roman" w:hAnsi="Times New Roman"/>
                <w:sz w:val="28"/>
                <w:szCs w:val="28"/>
              </w:rPr>
              <w:t>Мероприятие</w:t>
            </w:r>
          </w:p>
        </w:tc>
        <w:tc>
          <w:tcPr>
            <w:tcW w:w="2523" w:type="dxa"/>
          </w:tcPr>
          <w:p w:rsidR="00C93014" w:rsidRPr="009A0525" w:rsidRDefault="00C93014" w:rsidP="00A1761E">
            <w:pPr>
              <w:spacing w:after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A0525">
              <w:rPr>
                <w:rFonts w:ascii="Times New Roman" w:hAnsi="Times New Roman"/>
                <w:sz w:val="28"/>
                <w:szCs w:val="28"/>
              </w:rPr>
              <w:t>Сроки</w:t>
            </w:r>
          </w:p>
        </w:tc>
      </w:tr>
      <w:tr w:rsidR="00C93014" w:rsidTr="009A0525">
        <w:tc>
          <w:tcPr>
            <w:tcW w:w="814" w:type="dxa"/>
          </w:tcPr>
          <w:p w:rsidR="00C93014" w:rsidRPr="009A0525" w:rsidRDefault="00C93014" w:rsidP="009A0525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54" w:type="dxa"/>
          </w:tcPr>
          <w:p w:rsidR="00C93014" w:rsidRPr="009A0525" w:rsidRDefault="00C93014" w:rsidP="009A0525">
            <w:pPr>
              <w:spacing w:after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A0525">
              <w:rPr>
                <w:rFonts w:ascii="Times New Roman" w:hAnsi="Times New Roman"/>
                <w:sz w:val="28"/>
                <w:szCs w:val="28"/>
              </w:rPr>
              <w:t>Выпуск общешкольной газеты «Гимназия тукталышы»</w:t>
            </w:r>
          </w:p>
        </w:tc>
        <w:tc>
          <w:tcPr>
            <w:tcW w:w="2523" w:type="dxa"/>
          </w:tcPr>
          <w:p w:rsidR="00C93014" w:rsidRPr="009A0525" w:rsidRDefault="00C93014" w:rsidP="00A1761E">
            <w:pPr>
              <w:spacing w:after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течение учебного года</w:t>
            </w:r>
          </w:p>
        </w:tc>
      </w:tr>
      <w:tr w:rsidR="00C93014" w:rsidTr="009A0525">
        <w:tc>
          <w:tcPr>
            <w:tcW w:w="814" w:type="dxa"/>
          </w:tcPr>
          <w:p w:rsidR="00C93014" w:rsidRPr="009A0525" w:rsidRDefault="00C93014" w:rsidP="009A0525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54" w:type="dxa"/>
          </w:tcPr>
          <w:p w:rsidR="00C93014" w:rsidRPr="009A0525" w:rsidRDefault="00C93014" w:rsidP="00336819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Организация и проведение экологических акций «Чистый класс», «Чистая гимназия», экологические субботники и т.д.</w:t>
            </w:r>
          </w:p>
        </w:tc>
        <w:tc>
          <w:tcPr>
            <w:tcW w:w="2523" w:type="dxa"/>
          </w:tcPr>
          <w:p w:rsidR="00C93014" w:rsidRPr="009A0525" w:rsidRDefault="00C93014" w:rsidP="00A1761E">
            <w:pPr>
              <w:spacing w:after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реже 1 раз в месяц</w:t>
            </w:r>
          </w:p>
        </w:tc>
      </w:tr>
      <w:tr w:rsidR="00C93014" w:rsidTr="009A0525">
        <w:tc>
          <w:tcPr>
            <w:tcW w:w="814" w:type="dxa"/>
          </w:tcPr>
          <w:p w:rsidR="00C93014" w:rsidRPr="009A0525" w:rsidRDefault="00C93014" w:rsidP="009A0525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54" w:type="dxa"/>
          </w:tcPr>
          <w:p w:rsidR="00C93014" w:rsidRPr="009A0525" w:rsidRDefault="00C93014" w:rsidP="00336819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Организация и проведение школьных акций «Молодежь за здоровый образ жизни» (анти наркотические акции, школьные соревнования) </w:t>
            </w:r>
          </w:p>
        </w:tc>
        <w:tc>
          <w:tcPr>
            <w:tcW w:w="2523" w:type="dxa"/>
          </w:tcPr>
          <w:p w:rsidR="00C93014" w:rsidRPr="009A0525" w:rsidRDefault="00C93014" w:rsidP="00A1761E">
            <w:pPr>
              <w:spacing w:after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реже 1 раз в месяц</w:t>
            </w:r>
          </w:p>
        </w:tc>
      </w:tr>
      <w:tr w:rsidR="00C93014" w:rsidTr="009A0525">
        <w:tc>
          <w:tcPr>
            <w:tcW w:w="814" w:type="dxa"/>
          </w:tcPr>
          <w:p w:rsidR="00C93014" w:rsidRPr="009A0525" w:rsidRDefault="00C93014" w:rsidP="009A0525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54" w:type="dxa"/>
          </w:tcPr>
          <w:p w:rsidR="00C93014" w:rsidRPr="009A0525" w:rsidRDefault="00C93014" w:rsidP="00336819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Дни самоуправления в гимназии</w:t>
            </w:r>
          </w:p>
        </w:tc>
        <w:tc>
          <w:tcPr>
            <w:tcW w:w="2523" w:type="dxa"/>
          </w:tcPr>
          <w:p w:rsidR="00C93014" w:rsidRPr="009A0525" w:rsidRDefault="00C93014" w:rsidP="00A1761E">
            <w:pPr>
              <w:spacing w:after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течении учебного года</w:t>
            </w:r>
          </w:p>
        </w:tc>
      </w:tr>
      <w:tr w:rsidR="00C93014" w:rsidTr="009A0525">
        <w:tc>
          <w:tcPr>
            <w:tcW w:w="814" w:type="dxa"/>
          </w:tcPr>
          <w:p w:rsidR="00C93014" w:rsidRPr="009A0525" w:rsidRDefault="00C93014" w:rsidP="009A0525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54" w:type="dxa"/>
          </w:tcPr>
          <w:p w:rsidR="00C93014" w:rsidRPr="009A0525" w:rsidRDefault="00C93014" w:rsidP="00336819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Организация и проведение мероприятий, посвященных Дню Учителя, конкурс рисунков</w:t>
            </w:r>
          </w:p>
        </w:tc>
        <w:tc>
          <w:tcPr>
            <w:tcW w:w="2523" w:type="dxa"/>
          </w:tcPr>
          <w:p w:rsidR="00C93014" w:rsidRPr="009A0525" w:rsidRDefault="00C93014" w:rsidP="00A1761E">
            <w:pPr>
              <w:spacing w:after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Октябрь </w:t>
            </w:r>
          </w:p>
        </w:tc>
      </w:tr>
      <w:tr w:rsidR="00C93014" w:rsidTr="009A0525">
        <w:tc>
          <w:tcPr>
            <w:tcW w:w="814" w:type="dxa"/>
          </w:tcPr>
          <w:p w:rsidR="00C93014" w:rsidRPr="009A0525" w:rsidRDefault="00C93014" w:rsidP="009A0525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54" w:type="dxa"/>
          </w:tcPr>
          <w:p w:rsidR="00C93014" w:rsidRPr="009A0525" w:rsidRDefault="00C93014" w:rsidP="00336819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Организация и проведение мероприятий, посвященных Дню пожилых людей, конкурс рисунков</w:t>
            </w:r>
          </w:p>
        </w:tc>
        <w:tc>
          <w:tcPr>
            <w:tcW w:w="2523" w:type="dxa"/>
          </w:tcPr>
          <w:p w:rsidR="00C93014" w:rsidRPr="009A0525" w:rsidRDefault="00C93014" w:rsidP="00A1761E">
            <w:pPr>
              <w:spacing w:after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Октябрь </w:t>
            </w:r>
          </w:p>
        </w:tc>
      </w:tr>
      <w:tr w:rsidR="00C93014" w:rsidTr="009A0525">
        <w:tc>
          <w:tcPr>
            <w:tcW w:w="814" w:type="dxa"/>
          </w:tcPr>
          <w:p w:rsidR="00C93014" w:rsidRPr="009A0525" w:rsidRDefault="00C93014" w:rsidP="009A0525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54" w:type="dxa"/>
          </w:tcPr>
          <w:p w:rsidR="00C93014" w:rsidRPr="009A0525" w:rsidRDefault="00C93014" w:rsidP="009A0525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Организация и проведение мероприятий, посвященных Хэллоуину </w:t>
            </w:r>
          </w:p>
        </w:tc>
        <w:tc>
          <w:tcPr>
            <w:tcW w:w="2523" w:type="dxa"/>
          </w:tcPr>
          <w:p w:rsidR="00C93014" w:rsidRPr="009A0525" w:rsidRDefault="00C93014" w:rsidP="00A1761E">
            <w:pPr>
              <w:spacing w:after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Октябрь </w:t>
            </w:r>
          </w:p>
        </w:tc>
      </w:tr>
      <w:tr w:rsidR="00C93014" w:rsidTr="009A0525">
        <w:tc>
          <w:tcPr>
            <w:tcW w:w="814" w:type="dxa"/>
          </w:tcPr>
          <w:p w:rsidR="00C93014" w:rsidRPr="009A0525" w:rsidRDefault="00C93014" w:rsidP="009A0525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54" w:type="dxa"/>
          </w:tcPr>
          <w:p w:rsidR="00C93014" w:rsidRPr="009A0525" w:rsidRDefault="00C93014" w:rsidP="009A0525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Организация и проведение мероприятий, посвященных Дню Матери</w:t>
            </w:r>
          </w:p>
        </w:tc>
        <w:tc>
          <w:tcPr>
            <w:tcW w:w="2523" w:type="dxa"/>
          </w:tcPr>
          <w:p w:rsidR="00C93014" w:rsidRPr="009A0525" w:rsidRDefault="00C93014" w:rsidP="00A1761E">
            <w:pPr>
              <w:spacing w:after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Ноябрь </w:t>
            </w:r>
          </w:p>
        </w:tc>
      </w:tr>
      <w:tr w:rsidR="00C93014" w:rsidTr="009A0525">
        <w:tc>
          <w:tcPr>
            <w:tcW w:w="814" w:type="dxa"/>
          </w:tcPr>
          <w:p w:rsidR="00C93014" w:rsidRPr="009A0525" w:rsidRDefault="00C93014" w:rsidP="009A0525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54" w:type="dxa"/>
          </w:tcPr>
          <w:p w:rsidR="00C93014" w:rsidRPr="009A0525" w:rsidRDefault="00C93014" w:rsidP="009A0525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Организация и проведение мероприятий, посвященных Дню Гимназии</w:t>
            </w:r>
          </w:p>
        </w:tc>
        <w:tc>
          <w:tcPr>
            <w:tcW w:w="2523" w:type="dxa"/>
          </w:tcPr>
          <w:p w:rsidR="00C93014" w:rsidRPr="009A0525" w:rsidRDefault="00C93014" w:rsidP="00A1761E">
            <w:pPr>
              <w:spacing w:after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Декабрь </w:t>
            </w:r>
          </w:p>
        </w:tc>
      </w:tr>
      <w:tr w:rsidR="00C93014" w:rsidTr="009A0525">
        <w:tc>
          <w:tcPr>
            <w:tcW w:w="814" w:type="dxa"/>
          </w:tcPr>
          <w:p w:rsidR="00C93014" w:rsidRPr="009A0525" w:rsidRDefault="00C93014" w:rsidP="009A0525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54" w:type="dxa"/>
          </w:tcPr>
          <w:p w:rsidR="00C93014" w:rsidRPr="009A0525" w:rsidRDefault="00C93014" w:rsidP="009A0525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Новый год</w:t>
            </w:r>
          </w:p>
        </w:tc>
        <w:tc>
          <w:tcPr>
            <w:tcW w:w="2523" w:type="dxa"/>
          </w:tcPr>
          <w:p w:rsidR="00C93014" w:rsidRPr="009A0525" w:rsidRDefault="00C93014" w:rsidP="00A1761E">
            <w:pPr>
              <w:spacing w:after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Декабрь </w:t>
            </w:r>
          </w:p>
        </w:tc>
      </w:tr>
      <w:tr w:rsidR="00C93014" w:rsidTr="009A0525">
        <w:tc>
          <w:tcPr>
            <w:tcW w:w="814" w:type="dxa"/>
          </w:tcPr>
          <w:p w:rsidR="00C93014" w:rsidRPr="009A0525" w:rsidRDefault="00C93014" w:rsidP="009A0525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54" w:type="dxa"/>
          </w:tcPr>
          <w:p w:rsidR="00C93014" w:rsidRPr="009A0525" w:rsidRDefault="00C93014" w:rsidP="009A0525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Месячник оборонно-массовой и военно-патриотической работы. День защитника Отечества</w:t>
            </w:r>
          </w:p>
        </w:tc>
        <w:tc>
          <w:tcPr>
            <w:tcW w:w="2523" w:type="dxa"/>
          </w:tcPr>
          <w:p w:rsidR="00C93014" w:rsidRPr="009A0525" w:rsidRDefault="00C93014" w:rsidP="00A1761E">
            <w:pPr>
              <w:spacing w:after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Февраль </w:t>
            </w:r>
          </w:p>
        </w:tc>
      </w:tr>
      <w:tr w:rsidR="00C93014" w:rsidTr="009A0525">
        <w:tc>
          <w:tcPr>
            <w:tcW w:w="814" w:type="dxa"/>
          </w:tcPr>
          <w:p w:rsidR="00C93014" w:rsidRPr="009A0525" w:rsidRDefault="00C93014" w:rsidP="009A0525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54" w:type="dxa"/>
          </w:tcPr>
          <w:p w:rsidR="00C93014" w:rsidRPr="009A0525" w:rsidRDefault="00C93014" w:rsidP="009A0525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Участие в организации вечера встречи выпускников</w:t>
            </w:r>
          </w:p>
        </w:tc>
        <w:tc>
          <w:tcPr>
            <w:tcW w:w="2523" w:type="dxa"/>
          </w:tcPr>
          <w:p w:rsidR="00C93014" w:rsidRPr="009A0525" w:rsidRDefault="00C93014" w:rsidP="00A1761E">
            <w:pPr>
              <w:spacing w:after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Февраль </w:t>
            </w:r>
          </w:p>
        </w:tc>
      </w:tr>
      <w:tr w:rsidR="00C93014" w:rsidTr="009A0525">
        <w:tc>
          <w:tcPr>
            <w:tcW w:w="814" w:type="dxa"/>
          </w:tcPr>
          <w:p w:rsidR="00C93014" w:rsidRPr="009A0525" w:rsidRDefault="00C93014" w:rsidP="009A0525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54" w:type="dxa"/>
          </w:tcPr>
          <w:p w:rsidR="00C93014" w:rsidRDefault="00C93014" w:rsidP="009A0525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Организация и проведение мероприятий, посвященных Международному женскому дню</w:t>
            </w:r>
          </w:p>
        </w:tc>
        <w:tc>
          <w:tcPr>
            <w:tcW w:w="2523" w:type="dxa"/>
          </w:tcPr>
          <w:p w:rsidR="00C93014" w:rsidRDefault="00C93014" w:rsidP="00A1761E">
            <w:pPr>
              <w:spacing w:after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Март </w:t>
            </w:r>
          </w:p>
        </w:tc>
      </w:tr>
      <w:tr w:rsidR="00C93014" w:rsidTr="009A0525">
        <w:tc>
          <w:tcPr>
            <w:tcW w:w="814" w:type="dxa"/>
          </w:tcPr>
          <w:p w:rsidR="00C93014" w:rsidRPr="009A0525" w:rsidRDefault="00C93014" w:rsidP="009A0525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54" w:type="dxa"/>
          </w:tcPr>
          <w:p w:rsidR="00C93014" w:rsidRDefault="00C93014" w:rsidP="009A0525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Организация и проведение мероприятий, посвященных Всемирному Дню Здоровья</w:t>
            </w:r>
          </w:p>
        </w:tc>
        <w:tc>
          <w:tcPr>
            <w:tcW w:w="2523" w:type="dxa"/>
          </w:tcPr>
          <w:p w:rsidR="00C93014" w:rsidRDefault="00C93014" w:rsidP="00A1761E">
            <w:pPr>
              <w:spacing w:after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Апрель </w:t>
            </w:r>
          </w:p>
        </w:tc>
      </w:tr>
      <w:tr w:rsidR="00C93014" w:rsidTr="009A0525">
        <w:tc>
          <w:tcPr>
            <w:tcW w:w="814" w:type="dxa"/>
          </w:tcPr>
          <w:p w:rsidR="00C93014" w:rsidRPr="009A0525" w:rsidRDefault="00C93014" w:rsidP="009A0525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54" w:type="dxa"/>
          </w:tcPr>
          <w:p w:rsidR="00C93014" w:rsidRDefault="00C93014" w:rsidP="009A0525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Организация и проведение мероприятий, посвященных Дню космонавтики</w:t>
            </w:r>
          </w:p>
        </w:tc>
        <w:tc>
          <w:tcPr>
            <w:tcW w:w="2523" w:type="dxa"/>
          </w:tcPr>
          <w:p w:rsidR="00C93014" w:rsidRDefault="00C93014" w:rsidP="00A1761E">
            <w:pPr>
              <w:spacing w:after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Апрель </w:t>
            </w:r>
          </w:p>
        </w:tc>
      </w:tr>
      <w:tr w:rsidR="00C93014" w:rsidTr="009A0525">
        <w:tc>
          <w:tcPr>
            <w:tcW w:w="814" w:type="dxa"/>
          </w:tcPr>
          <w:p w:rsidR="00C93014" w:rsidRPr="009A0525" w:rsidRDefault="00C93014" w:rsidP="009A0525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54" w:type="dxa"/>
          </w:tcPr>
          <w:p w:rsidR="00C93014" w:rsidRDefault="00C93014" w:rsidP="009A0525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Организация и проведение мероприятий, посвященных Празднику весны и труда</w:t>
            </w:r>
          </w:p>
        </w:tc>
        <w:tc>
          <w:tcPr>
            <w:tcW w:w="2523" w:type="dxa"/>
          </w:tcPr>
          <w:p w:rsidR="00C93014" w:rsidRDefault="00C93014" w:rsidP="00A1761E">
            <w:pPr>
              <w:spacing w:after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Май </w:t>
            </w:r>
          </w:p>
        </w:tc>
      </w:tr>
      <w:tr w:rsidR="00C93014" w:rsidTr="009A0525">
        <w:tc>
          <w:tcPr>
            <w:tcW w:w="814" w:type="dxa"/>
          </w:tcPr>
          <w:p w:rsidR="00C93014" w:rsidRPr="009A0525" w:rsidRDefault="00C93014" w:rsidP="009A0525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54" w:type="dxa"/>
          </w:tcPr>
          <w:p w:rsidR="00C93014" w:rsidRDefault="00C93014" w:rsidP="009A0525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Организация и проведение мероприятий, посвященных Дню Победы </w:t>
            </w:r>
          </w:p>
        </w:tc>
        <w:tc>
          <w:tcPr>
            <w:tcW w:w="2523" w:type="dxa"/>
          </w:tcPr>
          <w:p w:rsidR="00C93014" w:rsidRDefault="00C93014" w:rsidP="00A1761E">
            <w:pPr>
              <w:spacing w:after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Май </w:t>
            </w:r>
          </w:p>
        </w:tc>
      </w:tr>
      <w:tr w:rsidR="00C93014" w:rsidTr="009A0525">
        <w:tc>
          <w:tcPr>
            <w:tcW w:w="814" w:type="dxa"/>
          </w:tcPr>
          <w:p w:rsidR="00C93014" w:rsidRPr="009A0525" w:rsidRDefault="00C93014" w:rsidP="009A0525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54" w:type="dxa"/>
          </w:tcPr>
          <w:p w:rsidR="00C93014" w:rsidRDefault="00C93014" w:rsidP="009A0525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Организация и проведение акции «Помощь ветерану»</w:t>
            </w:r>
          </w:p>
        </w:tc>
        <w:tc>
          <w:tcPr>
            <w:tcW w:w="2523" w:type="dxa"/>
          </w:tcPr>
          <w:p w:rsidR="00C93014" w:rsidRDefault="00C93014" w:rsidP="00A1761E">
            <w:pPr>
              <w:spacing w:after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Май </w:t>
            </w:r>
          </w:p>
        </w:tc>
      </w:tr>
      <w:tr w:rsidR="00C93014" w:rsidTr="009A0525">
        <w:tc>
          <w:tcPr>
            <w:tcW w:w="814" w:type="dxa"/>
          </w:tcPr>
          <w:p w:rsidR="00C93014" w:rsidRPr="009A0525" w:rsidRDefault="00C93014" w:rsidP="009A0525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54" w:type="dxa"/>
          </w:tcPr>
          <w:p w:rsidR="00C93014" w:rsidRDefault="00C93014" w:rsidP="009A0525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Организация и проведение мероприятий, посвященных Дню семьи</w:t>
            </w:r>
          </w:p>
        </w:tc>
        <w:tc>
          <w:tcPr>
            <w:tcW w:w="2523" w:type="dxa"/>
          </w:tcPr>
          <w:p w:rsidR="00C93014" w:rsidRDefault="00C93014" w:rsidP="00A1761E">
            <w:pPr>
              <w:spacing w:after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Май </w:t>
            </w:r>
          </w:p>
        </w:tc>
      </w:tr>
      <w:tr w:rsidR="00C93014" w:rsidTr="009A0525">
        <w:tc>
          <w:tcPr>
            <w:tcW w:w="814" w:type="dxa"/>
          </w:tcPr>
          <w:p w:rsidR="00C93014" w:rsidRPr="009A0525" w:rsidRDefault="00C93014" w:rsidP="009A0525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54" w:type="dxa"/>
          </w:tcPr>
          <w:p w:rsidR="00C93014" w:rsidRDefault="00C93014" w:rsidP="009A0525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Организация и проведение последнего звонка</w:t>
            </w:r>
          </w:p>
        </w:tc>
        <w:tc>
          <w:tcPr>
            <w:tcW w:w="2523" w:type="dxa"/>
          </w:tcPr>
          <w:p w:rsidR="00C93014" w:rsidRDefault="00C93014" w:rsidP="00A1761E">
            <w:pPr>
              <w:spacing w:after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Май </w:t>
            </w:r>
          </w:p>
        </w:tc>
      </w:tr>
    </w:tbl>
    <w:p w:rsidR="00C93014" w:rsidRDefault="00C93014"/>
    <w:p w:rsidR="00C93014" w:rsidRDefault="00C93014"/>
    <w:sectPr w:rsidR="00C93014" w:rsidSect="00AB6A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525F2"/>
    <w:multiLevelType w:val="hybridMultilevel"/>
    <w:tmpl w:val="E2BA7AAA"/>
    <w:lvl w:ilvl="0" w:tplc="332A3E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5A56D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>
    <w:nsid w:val="0F1256A3"/>
    <w:multiLevelType w:val="hybridMultilevel"/>
    <w:tmpl w:val="01D0FAF8"/>
    <w:lvl w:ilvl="0" w:tplc="332A3E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2E45B8"/>
    <w:multiLevelType w:val="singleLevel"/>
    <w:tmpl w:val="B49EC3CC"/>
    <w:lvl w:ilvl="0">
      <w:start w:val="1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4">
    <w:nsid w:val="1B0D6FA1"/>
    <w:multiLevelType w:val="hybridMultilevel"/>
    <w:tmpl w:val="2E84D9B0"/>
    <w:lvl w:ilvl="0" w:tplc="332A3E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426520"/>
    <w:multiLevelType w:val="multilevel"/>
    <w:tmpl w:val="404401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7B00974"/>
    <w:multiLevelType w:val="hybridMultilevel"/>
    <w:tmpl w:val="C41619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FD91BFC"/>
    <w:multiLevelType w:val="hybridMultilevel"/>
    <w:tmpl w:val="766CA390"/>
    <w:lvl w:ilvl="0" w:tplc="332A3E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2B576F"/>
    <w:multiLevelType w:val="hybridMultilevel"/>
    <w:tmpl w:val="05A4C3C0"/>
    <w:lvl w:ilvl="0" w:tplc="332A3E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2C0471"/>
    <w:multiLevelType w:val="hybridMultilevel"/>
    <w:tmpl w:val="31C24432"/>
    <w:lvl w:ilvl="0" w:tplc="332A3E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514D3249"/>
    <w:multiLevelType w:val="hybridMultilevel"/>
    <w:tmpl w:val="404401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1DE6B8F"/>
    <w:multiLevelType w:val="hybridMultilevel"/>
    <w:tmpl w:val="5BCAAF52"/>
    <w:lvl w:ilvl="0" w:tplc="332A3E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501BD3"/>
    <w:multiLevelType w:val="hybridMultilevel"/>
    <w:tmpl w:val="3A3679CE"/>
    <w:lvl w:ilvl="0" w:tplc="332A3E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8C375E2"/>
    <w:multiLevelType w:val="hybridMultilevel"/>
    <w:tmpl w:val="51963F54"/>
    <w:lvl w:ilvl="0" w:tplc="332A3E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9803B6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5">
    <w:nsid w:val="6F7E7BC5"/>
    <w:multiLevelType w:val="hybridMultilevel"/>
    <w:tmpl w:val="ECF658F0"/>
    <w:lvl w:ilvl="0" w:tplc="332A3E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09C643D"/>
    <w:multiLevelType w:val="hybridMultilevel"/>
    <w:tmpl w:val="8FA429AA"/>
    <w:lvl w:ilvl="0" w:tplc="332A3E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45109A0"/>
    <w:multiLevelType w:val="hybridMultilevel"/>
    <w:tmpl w:val="BB704FE0"/>
    <w:lvl w:ilvl="0" w:tplc="332A3E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5"/>
  </w:num>
  <w:num w:numId="3">
    <w:abstractNumId w:val="4"/>
  </w:num>
  <w:num w:numId="4">
    <w:abstractNumId w:val="16"/>
  </w:num>
  <w:num w:numId="5">
    <w:abstractNumId w:val="12"/>
  </w:num>
  <w:num w:numId="6">
    <w:abstractNumId w:val="3"/>
  </w:num>
  <w:num w:numId="7">
    <w:abstractNumId w:val="1"/>
  </w:num>
  <w:num w:numId="8">
    <w:abstractNumId w:val="9"/>
  </w:num>
  <w:num w:numId="9">
    <w:abstractNumId w:val="8"/>
  </w:num>
  <w:num w:numId="10">
    <w:abstractNumId w:val="11"/>
  </w:num>
  <w:num w:numId="11">
    <w:abstractNumId w:val="14"/>
  </w:num>
  <w:num w:numId="12">
    <w:abstractNumId w:val="2"/>
  </w:num>
  <w:num w:numId="13">
    <w:abstractNumId w:val="0"/>
  </w:num>
  <w:num w:numId="14">
    <w:abstractNumId w:val="17"/>
  </w:num>
  <w:num w:numId="15">
    <w:abstractNumId w:val="13"/>
  </w:num>
  <w:num w:numId="16">
    <w:abstractNumId w:val="7"/>
  </w:num>
  <w:num w:numId="17">
    <w:abstractNumId w:val="5"/>
  </w:num>
  <w:num w:numId="1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1151E"/>
    <w:rsid w:val="0001151E"/>
    <w:rsid w:val="00091090"/>
    <w:rsid w:val="00271415"/>
    <w:rsid w:val="00275AEC"/>
    <w:rsid w:val="002D50A5"/>
    <w:rsid w:val="00336819"/>
    <w:rsid w:val="00365133"/>
    <w:rsid w:val="00381D07"/>
    <w:rsid w:val="00386376"/>
    <w:rsid w:val="003E7EA5"/>
    <w:rsid w:val="0043524C"/>
    <w:rsid w:val="004F1EA7"/>
    <w:rsid w:val="00530DCC"/>
    <w:rsid w:val="00543D44"/>
    <w:rsid w:val="00545144"/>
    <w:rsid w:val="005540A1"/>
    <w:rsid w:val="00581450"/>
    <w:rsid w:val="005F1356"/>
    <w:rsid w:val="0061061C"/>
    <w:rsid w:val="006408B9"/>
    <w:rsid w:val="0066728E"/>
    <w:rsid w:val="006908C2"/>
    <w:rsid w:val="006A7B37"/>
    <w:rsid w:val="006B2EFF"/>
    <w:rsid w:val="006C096F"/>
    <w:rsid w:val="006D5786"/>
    <w:rsid w:val="007438A7"/>
    <w:rsid w:val="00847B1D"/>
    <w:rsid w:val="009A0525"/>
    <w:rsid w:val="009A31DE"/>
    <w:rsid w:val="009F0616"/>
    <w:rsid w:val="00A16666"/>
    <w:rsid w:val="00A1761E"/>
    <w:rsid w:val="00AB6A90"/>
    <w:rsid w:val="00AF238A"/>
    <w:rsid w:val="00B108C9"/>
    <w:rsid w:val="00BA6BD1"/>
    <w:rsid w:val="00C66FE8"/>
    <w:rsid w:val="00C93014"/>
    <w:rsid w:val="00CD3A43"/>
    <w:rsid w:val="00D2565F"/>
    <w:rsid w:val="00D509EA"/>
    <w:rsid w:val="00D57449"/>
    <w:rsid w:val="00D656D6"/>
    <w:rsid w:val="00D72332"/>
    <w:rsid w:val="00DA43B9"/>
    <w:rsid w:val="00DB4DDB"/>
    <w:rsid w:val="00EC0D68"/>
    <w:rsid w:val="00EE28CB"/>
    <w:rsid w:val="00F30C2C"/>
    <w:rsid w:val="00FB29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151E"/>
    <w:pPr>
      <w:spacing w:after="200" w:line="360" w:lineRule="auto"/>
      <w:ind w:firstLine="709"/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72332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AF238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326</TotalTime>
  <Pages>4</Pages>
  <Words>544</Words>
  <Characters>3105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Зам. дир. по восп. работе</cp:lastModifiedBy>
  <cp:revision>10</cp:revision>
  <cp:lastPrinted>2017-06-07T06:24:00Z</cp:lastPrinted>
  <dcterms:created xsi:type="dcterms:W3CDTF">2013-10-24T07:20:00Z</dcterms:created>
  <dcterms:modified xsi:type="dcterms:W3CDTF">2017-06-07T06:24:00Z</dcterms:modified>
</cp:coreProperties>
</file>